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B06B4" w14:textId="77777777" w:rsidR="005827BE" w:rsidRPr="00820E53" w:rsidRDefault="005827BE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DICHIARAZIONE SOSTITUTIVA DELL’ATTO DI NOTORIETÀ</w:t>
      </w:r>
    </w:p>
    <w:p w14:paraId="48ED1ED3" w14:textId="77777777"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14:paraId="4BC4732C" w14:textId="77777777" w:rsidR="000C61F1" w:rsidRPr="00820E53" w:rsidRDefault="000C61F1" w:rsidP="007B070D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____________, nato a _________ il ____________, residente a _________in Via/Piazza_______________, nella sua qualità di __________ e legale rappresentante</w:t>
      </w:r>
      <w:r w:rsidR="00505BD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__________________________________________, con sede legale in_________________, Via/Piazza_________________, C.F.___________________, P.IVA n.____________</w:t>
      </w:r>
    </w:p>
    <w:p w14:paraId="4A8335C0" w14:textId="77777777"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limitatamente alle successive lettere </w:t>
      </w:r>
      <w:r w:rsidR="00211B79">
        <w:rPr>
          <w:rFonts w:asciiTheme="minorHAnsi" w:hAnsiTheme="minorHAnsi" w:cstheme="minorHAnsi"/>
          <w:sz w:val="22"/>
          <w:szCs w:val="22"/>
        </w:rPr>
        <w:t>a), b),</w:t>
      </w:r>
      <w:r w:rsidRPr="00820E53">
        <w:rPr>
          <w:rFonts w:asciiTheme="minorHAnsi" w:hAnsiTheme="minorHAnsi" w:cstheme="minorHAnsi"/>
          <w:sz w:val="22"/>
          <w:szCs w:val="22"/>
        </w:rPr>
        <w:t xml:space="preserve"> c)</w:t>
      </w:r>
      <w:r w:rsidR="00211B79">
        <w:rPr>
          <w:rFonts w:asciiTheme="minorHAnsi" w:hAnsiTheme="minorHAnsi" w:cstheme="minorHAnsi"/>
          <w:sz w:val="22"/>
          <w:szCs w:val="22"/>
        </w:rPr>
        <w:t>, d), e), f), g)</w:t>
      </w:r>
      <w:r w:rsidRPr="00820E53">
        <w:rPr>
          <w:rFonts w:asciiTheme="minorHAnsi" w:hAnsiTheme="minorHAnsi" w:cstheme="minorHAnsi"/>
          <w:sz w:val="22"/>
          <w:szCs w:val="22"/>
        </w:rPr>
        <w:t xml:space="preserve"> in nome e </w:t>
      </w:r>
      <w:r w:rsidR="000F31BF">
        <w:rPr>
          <w:rFonts w:asciiTheme="minorHAnsi" w:hAnsiTheme="minorHAnsi" w:cstheme="minorHAnsi"/>
          <w:sz w:val="22"/>
          <w:szCs w:val="22"/>
        </w:rPr>
        <w:t>per conto dei seguenti soggetti</w:t>
      </w:r>
    </w:p>
    <w:p w14:paraId="26B1EDA1" w14:textId="77777777" w:rsidR="000C61F1" w:rsidRPr="00820E53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sz w:val="22"/>
          <w:szCs w:val="22"/>
        </w:rPr>
        <w:t>1)</w:t>
      </w:r>
    </w:p>
    <w:p w14:paraId="12F5FC07" w14:textId="77777777"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 nome, cognome, data di nascita, carica rivestita dei 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p w14:paraId="01D25769" w14:textId="77777777" w:rsidR="00F83050" w:rsidRDefault="00534BAD" w:rsidP="00534BA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>
        <w:rPr>
          <w:rFonts w:asciiTheme="minorHAnsi" w:hAnsiTheme="minorHAnsi" w:cstheme="minorHAnsi"/>
          <w:i/>
          <w:cap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F31BF">
        <w:rPr>
          <w:rFonts w:asciiTheme="minorHAnsi" w:hAnsiTheme="minorHAnsi" w:cstheme="minorHAnsi"/>
          <w:i/>
          <w:caps/>
          <w:sz w:val="22"/>
          <w:szCs w:val="22"/>
        </w:rPr>
        <w:t>_____</w:t>
      </w:r>
      <w:r>
        <w:rPr>
          <w:rFonts w:asciiTheme="minorHAnsi" w:hAnsiTheme="minorHAnsi" w:cstheme="minorHAnsi"/>
          <w:i/>
          <w:caps/>
          <w:sz w:val="22"/>
          <w:szCs w:val="22"/>
        </w:rPr>
        <w:t>_</w:t>
      </w:r>
    </w:p>
    <w:p w14:paraId="7D7019D4" w14:textId="77777777" w:rsidR="009648DA" w:rsidRPr="00820E53" w:rsidRDefault="009648DA" w:rsidP="00534BAD">
      <w:pPr>
        <w:pStyle w:val="Corpodeltesto3"/>
        <w:spacing w:before="120" w:after="0"/>
        <w:jc w:val="both"/>
        <w:rPr>
          <w:rFonts w:asciiTheme="minorHAnsi" w:hAnsiTheme="minorHAnsi" w:cstheme="minorHAnsi"/>
          <w:caps/>
          <w:sz w:val="22"/>
          <w:szCs w:val="22"/>
        </w:rPr>
      </w:pPr>
    </w:p>
    <w:p w14:paraId="509BCD2F" w14:textId="77777777"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14:paraId="041B5586" w14:textId="77777777"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14:paraId="27ACBA2A" w14:textId="77777777"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>partecipazione ad una procedura d’appalto o concessione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r w:rsidR="006C44C5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14:paraId="286EB7D9" w14:textId="77777777"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A8FCA76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956E769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5F8791D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84B42CC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A4E7037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E33BB3B" w14:textId="77777777"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1A2AAB0" w14:textId="77777777"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14:paraId="687AFD46" w14:textId="77777777"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   </w:t>
      </w:r>
      <w:r w:rsidR="00980BF3">
        <w:rPr>
          <w:rFonts w:asciiTheme="minorHAnsi" w:hAnsiTheme="minorHAnsi" w:cstheme="minorHAnsi"/>
          <w:sz w:val="22"/>
          <w:szCs w:val="22"/>
        </w:rPr>
        <w:t xml:space="preserve">   </w:t>
      </w: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14:paraId="51535061" w14:textId="77777777"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14:paraId="043F6CF0" w14:textId="77777777"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42E28C" w14:textId="77777777"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14:paraId="70F9C08A" w14:textId="77777777"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14:paraId="385C6A5D" w14:textId="77777777"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14:paraId="4C6951EB" w14:textId="77777777"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______________________________________________________;</w:t>
      </w:r>
    </w:p>
    <w:p w14:paraId="7F787FEE" w14:textId="77777777"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______________________________________________;</w:t>
      </w:r>
    </w:p>
    <w:p w14:paraId="4CD0CC50" w14:textId="77777777"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__________________________________________________;</w:t>
      </w:r>
    </w:p>
    <w:p w14:paraId="013B06D6" w14:textId="77777777" w:rsidR="00A53088" w:rsidRDefault="00A53088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</w:p>
    <w:p w14:paraId="5081F730" w14:textId="77777777"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</w:t>
      </w:r>
      <w:r w:rsidR="00980BF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14:paraId="24F4D62A" w14:textId="77777777"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</w:t>
      </w:r>
      <w:r w:rsidR="00020DA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14:paraId="5FC8D383" w14:textId="77777777"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14:paraId="366722A8" w14:textId="77777777"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>che la propria partecipazione non determina una situazione di conflitto di interesse ai sensi dell’articolo 42, comma 2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Lgs. n. 50/2016, non diversamente risolvibile;</w:t>
      </w:r>
    </w:p>
    <w:p w14:paraId="2DA9473F" w14:textId="77777777"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lastRenderedPageBreak/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</w:t>
      </w:r>
      <w:r w:rsidR="00D67F24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="00D67F24">
        <w:rPr>
          <w:rFonts w:asciiTheme="minorHAnsi" w:hAnsiTheme="minorHAnsi" w:cstheme="minorHAnsi"/>
          <w:sz w:val="22"/>
          <w:szCs w:val="22"/>
        </w:rPr>
        <w:t xml:space="preserve">Lgs.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14:paraId="521F08EA" w14:textId="77777777"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14:paraId="0BA5C85C" w14:textId="77777777"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14:paraId="7204329B" w14:textId="77777777"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6166590" w14:textId="77777777"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14:paraId="44430587" w14:textId="77777777" w:rsidR="008E4E38" w:rsidRPr="008E4E38" w:rsidRDefault="009648DA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4E38" w:rsidRPr="008E4E38">
        <w:rPr>
          <w:rFonts w:asciiTheme="minorHAnsi" w:hAnsiTheme="minorHAnsi" w:cstheme="minorHAnsi"/>
          <w:sz w:val="22"/>
          <w:szCs w:val="22"/>
        </w:rPr>
        <w:t>(</w:t>
      </w:r>
      <w:r w:rsidR="008E4E38"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="008E4E38" w:rsidRPr="008E4E38">
        <w:rPr>
          <w:rFonts w:asciiTheme="minorHAnsi" w:hAnsiTheme="minorHAnsi" w:cstheme="minorHAnsi"/>
          <w:sz w:val="22"/>
          <w:szCs w:val="22"/>
        </w:rPr>
        <w:t>)</w:t>
      </w:r>
    </w:p>
    <w:p w14:paraId="5A37D911" w14:textId="77777777"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la Legge Stato estero). Gli adempimenti sono stati eseguiti presso l’Ufficio _________________________di _________________, Via ________________________n. 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  fax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 xml:space="preserve"> _____________ e-mail _____________________________;</w:t>
      </w:r>
    </w:p>
    <w:p w14:paraId="2B8F56E4" w14:textId="77777777"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 xml:space="preserve">l’operatore economico non è soggetto agli obblighi di assunzione obbligatoria previsti dalla Legge 68/99 per i seguenti 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motivi:  [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i motivi di esenzione]</w:t>
      </w:r>
    </w:p>
    <w:p w14:paraId="35052A04" w14:textId="77777777"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14:paraId="2229B658" w14:textId="77777777"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Stato estero) non esiste una normativa sull’assunzione obbligatoria dei disabili;</w:t>
      </w:r>
    </w:p>
    <w:p w14:paraId="35450E1C" w14:textId="77777777" w:rsidR="00E816AF" w:rsidRPr="00E35144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14:paraId="353B0E3B" w14:textId="77777777"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14:paraId="359DC0E8" w14:textId="77777777"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14:paraId="7FFE4517" w14:textId="77777777"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14:paraId="58AD8821" w14:textId="77777777"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14:paraId="144C2EBC" w14:textId="77777777"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14:paraId="49A9A67B" w14:textId="77777777"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14:paraId="0C64A1C4" w14:textId="77777777" w:rsidR="00E816AF" w:rsidRPr="00E816AF" w:rsidRDefault="00653A8E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E816AF" w:rsidRPr="00E816AF">
        <w:rPr>
          <w:rFonts w:asciiTheme="minorHAnsi" w:hAnsiTheme="minorHAnsi" w:cstheme="minorHAnsi"/>
          <w:sz w:val="22"/>
          <w:szCs w:val="22"/>
        </w:rPr>
        <w:t>ovvero</w:t>
      </w:r>
    </w:p>
    <w:p w14:paraId="0B9E90F5" w14:textId="77777777"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14:paraId="5D2BB5AF" w14:textId="77777777"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</w:t>
      </w: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14:paraId="70E5DAA1" w14:textId="77777777"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653A8E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14:paraId="3D014D72" w14:textId="77777777"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</w:t>
      </w:r>
      <w:r w:rsidRPr="00820E53">
        <w:rPr>
          <w:rFonts w:asciiTheme="minorHAnsi" w:hAnsiTheme="minorHAnsi" w:cstheme="minorHAnsi"/>
          <w:szCs w:val="22"/>
        </w:rPr>
        <w:t xml:space="preserve"> </w:t>
      </w:r>
      <w:r w:rsidR="002620BB" w:rsidRPr="00820E53">
        <w:rPr>
          <w:rFonts w:asciiTheme="minorHAnsi" w:hAnsiTheme="minorHAnsi" w:cstheme="minorHAnsi"/>
          <w:szCs w:val="22"/>
        </w:rPr>
        <w:t>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7604EB19" w14:textId="77777777"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35BC125F" w14:textId="77777777"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__________, lì ________________    </w:t>
      </w:r>
      <w:r w:rsidRPr="00820E53">
        <w:rPr>
          <w:rFonts w:asciiTheme="minorHAnsi" w:hAnsiTheme="minorHAnsi" w:cstheme="minorHAnsi"/>
          <w:sz w:val="22"/>
          <w:szCs w:val="22"/>
        </w:rPr>
        <w:tab/>
      </w:r>
    </w:p>
    <w:p w14:paraId="0B199CC2" w14:textId="77777777"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 xml:space="preserve">       </w:t>
      </w:r>
    </w:p>
    <w:p w14:paraId="709F7492" w14:textId="77777777"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</w:p>
    <w:p w14:paraId="30480ACA" w14:textId="77777777" w:rsidR="00224075" w:rsidRPr="00820E53" w:rsidRDefault="00DD5CE6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224075" w:rsidRPr="00820E53">
        <w:rPr>
          <w:rFonts w:asciiTheme="minorHAnsi" w:hAnsiTheme="minorHAnsi" w:cstheme="minorHAnsi"/>
          <w:sz w:val="22"/>
          <w:szCs w:val="22"/>
        </w:rPr>
        <w:t xml:space="preserve">    (F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</w:p>
    <w:p w14:paraId="56D2A3B3" w14:textId="77777777" w:rsidR="0027768A" w:rsidRPr="00820E53" w:rsidRDefault="0027768A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DEEC55" w14:textId="77777777" w:rsidR="00224075" w:rsidRPr="00820E53" w:rsidRDefault="00E816AF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r w:rsidR="00224075"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14:paraId="281D5EB5" w14:textId="77777777" w:rsidR="004F784C" w:rsidRDefault="004F784C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9C719D4" w14:textId="77777777" w:rsidR="007D0624" w:rsidRPr="00820E53" w:rsidRDefault="009224BA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Nota </w:t>
      </w:r>
      <w:r w:rsidR="007D0624" w:rsidRPr="00820E53">
        <w:rPr>
          <w:rFonts w:asciiTheme="minorHAnsi" w:hAnsiTheme="minorHAnsi" w:cstheme="minorHAnsi"/>
          <w:b/>
          <w:sz w:val="22"/>
          <w:szCs w:val="22"/>
        </w:rPr>
        <w:t>(1)</w:t>
      </w:r>
    </w:p>
    <w:p w14:paraId="363685D9" w14:textId="77777777" w:rsidR="004F784C" w:rsidRPr="006E5DEC" w:rsidRDefault="004F784C" w:rsidP="004F784C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dichiarazioni di cui alle lettere </w:t>
      </w:r>
      <w:r w:rsidR="00211B79">
        <w:rPr>
          <w:rFonts w:ascii="Calibri" w:hAnsi="Calibri" w:cs="Calibri"/>
        </w:rPr>
        <w:t xml:space="preserve">a), </w:t>
      </w:r>
      <w:r>
        <w:rPr>
          <w:rFonts w:ascii="Calibri" w:hAnsi="Calibri" w:cs="Calibri"/>
        </w:rPr>
        <w:t>b)</w:t>
      </w:r>
      <w:r w:rsidR="00211B79">
        <w:rPr>
          <w:rFonts w:ascii="Calibri" w:hAnsi="Calibri" w:cs="Calibri"/>
        </w:rPr>
        <w:t>, c), d), e), f), g)</w:t>
      </w:r>
      <w:r>
        <w:rPr>
          <w:rFonts w:ascii="Calibri" w:hAnsi="Calibri" w:cs="Calibri"/>
        </w:rPr>
        <w:t xml:space="preserve"> del presente facsimile devono essere rese anche in nome e per conto </w:t>
      </w:r>
      <w:r w:rsidRPr="006E5DEC">
        <w:rPr>
          <w:rFonts w:ascii="Calibri" w:hAnsi="Calibri" w:cs="Calibri"/>
        </w:rPr>
        <w:t>dei seguenti soggetti:</w:t>
      </w:r>
    </w:p>
    <w:p w14:paraId="64B9B9A2" w14:textId="77777777" w:rsidR="00D762F9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il titolare e direttore tecnico, se si tratta di impresa individuale;</w:t>
      </w:r>
    </w:p>
    <w:p w14:paraId="441379F5" w14:textId="77777777" w:rsidR="004F784C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</w:t>
      </w:r>
      <w:r w:rsidR="004F784C" w:rsidRPr="006E5DEC">
        <w:rPr>
          <w:rFonts w:ascii="Calibri" w:hAnsi="Calibri" w:cs="Calibri"/>
        </w:rPr>
        <w:t>utti i soci ed i direttori tecnici, per le società in nome collettivo</w:t>
      </w:r>
      <w:r w:rsidR="00367A52" w:rsidRPr="006E5DEC">
        <w:rPr>
          <w:rFonts w:ascii="Calibri" w:hAnsi="Calibri" w:cs="Calibri"/>
        </w:rPr>
        <w:t>;</w:t>
      </w:r>
    </w:p>
    <w:p w14:paraId="3A3A7A61" w14:textId="77777777" w:rsidR="006703DD" w:rsidRPr="006E5DEC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tutti i soci accomandatari e i direttori tecnici, per le società in accomandita semplice;</w:t>
      </w:r>
    </w:p>
    <w:p w14:paraId="7075B4ED" w14:textId="77777777" w:rsidR="006E5DEC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tutti i </w:t>
      </w:r>
      <w:r w:rsidRPr="006E5DEC">
        <w:rPr>
          <w:rFonts w:ascii="Calibri" w:hAnsi="Calibri" w:cs="Calibri"/>
        </w:rPr>
        <w:t xml:space="preserve">membri del consiglio di amministrazione cui sia stata conferita la legale rappresentanza, </w:t>
      </w:r>
      <w:r>
        <w:rPr>
          <w:rFonts w:ascii="Calibri" w:hAnsi="Calibri" w:cs="Calibri"/>
        </w:rPr>
        <w:t xml:space="preserve">tutti i membri </w:t>
      </w:r>
      <w:r w:rsidRPr="006E5DEC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i direzione o di vigilanza, tutti </w:t>
      </w:r>
      <w:r w:rsidRPr="006E5DEC">
        <w:rPr>
          <w:rFonts w:ascii="Calibri" w:hAnsi="Calibri" w:cs="Calibri"/>
        </w:rPr>
        <w:t>i soggetti muniti di poteri di rappresentanza,</w:t>
      </w:r>
      <w:r>
        <w:rPr>
          <w:rFonts w:ascii="Calibri" w:hAnsi="Calibri" w:cs="Calibri"/>
        </w:rPr>
        <w:t xml:space="preserve"> di direzione o di controllo, i</w:t>
      </w:r>
      <w:r w:rsidRPr="006E5DEC">
        <w:rPr>
          <w:rFonts w:ascii="Calibri" w:hAnsi="Calibri" w:cs="Calibri"/>
        </w:rPr>
        <w:t>l direttore tecnico</w:t>
      </w:r>
      <w:r>
        <w:rPr>
          <w:rFonts w:ascii="Calibri" w:hAnsi="Calibri" w:cs="Calibri"/>
        </w:rPr>
        <w:t>, i</w:t>
      </w:r>
      <w:r w:rsidRPr="006E5DEC">
        <w:rPr>
          <w:rFonts w:ascii="Calibri" w:hAnsi="Calibri" w:cs="Calibri"/>
        </w:rPr>
        <w:t>l socio</w:t>
      </w:r>
      <w:r>
        <w:rPr>
          <w:rFonts w:ascii="Calibri" w:hAnsi="Calibri" w:cs="Calibri"/>
        </w:rPr>
        <w:t xml:space="preserve"> unico persona fisica, ovvero i</w:t>
      </w:r>
      <w:r w:rsidRPr="006E5DEC">
        <w:rPr>
          <w:rFonts w:ascii="Calibri" w:hAnsi="Calibri" w:cs="Calibri"/>
        </w:rPr>
        <w:t>l socio di maggioranza in caso di società con meno di quattro soci, se si tratta di</w:t>
      </w:r>
      <w:r>
        <w:rPr>
          <w:rFonts w:ascii="Calibri" w:hAnsi="Calibri" w:cs="Calibri"/>
        </w:rPr>
        <w:t xml:space="preserve"> altro tipo di società </w:t>
      </w:r>
      <w:r w:rsidRPr="006E5DEC">
        <w:rPr>
          <w:rFonts w:ascii="Calibri" w:hAnsi="Calibri" w:cs="Calibri"/>
        </w:rPr>
        <w:t>o consorzio</w:t>
      </w:r>
      <w:r>
        <w:rPr>
          <w:rFonts w:ascii="Calibri" w:hAnsi="Calibri" w:cs="Calibri"/>
        </w:rPr>
        <w:t>;</w:t>
      </w:r>
    </w:p>
    <w:p w14:paraId="6EAAD232" w14:textId="77777777" w:rsidR="0051497D" w:rsidRPr="006E5DEC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soggetti cessati dalla carica nell’anno antecedente la data di pubblicazione del bando di gara.</w:t>
      </w:r>
    </w:p>
    <w:p w14:paraId="2A4EA9CC" w14:textId="77777777" w:rsidR="004F784C" w:rsidRDefault="004F784C" w:rsidP="004F784C">
      <w:pPr>
        <w:jc w:val="both"/>
        <w:rPr>
          <w:rFonts w:ascii="Calibri" w:hAnsi="Calibri" w:cs="Calibri"/>
          <w:u w:val="single"/>
        </w:rPr>
      </w:pPr>
    </w:p>
    <w:p w14:paraId="26D4C4A9" w14:textId="77777777" w:rsidR="004F784C" w:rsidRDefault="004F784C" w:rsidP="004F784C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 xml:space="preserve">Nel caso in cui le predette dichiarazioni vengano rese anche per nome e per conto dei sopracitati soggetti, questi ultimi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sono tenuti ad effettuare le medesime dichiarazioni personalmente e, pertanto,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devono redigere le dichiarazioni </w:t>
      </w:r>
      <w:r w:rsidR="00D26443">
        <w:rPr>
          <w:rFonts w:ascii="Calibri" w:hAnsi="Calibri" w:cs="Calibri"/>
          <w:u w:val="single"/>
        </w:rPr>
        <w:t>stesse.</w:t>
      </w:r>
    </w:p>
    <w:p w14:paraId="4B896129" w14:textId="77777777" w:rsidR="00820E53" w:rsidRPr="00820E53" w:rsidRDefault="00820E53" w:rsidP="00820E53">
      <w:pPr>
        <w:jc w:val="both"/>
        <w:rPr>
          <w:rFonts w:asciiTheme="minorHAnsi" w:hAnsiTheme="minorHAnsi" w:cstheme="minorHAnsi"/>
        </w:rPr>
      </w:pPr>
    </w:p>
    <w:p w14:paraId="70612C98" w14:textId="77777777" w:rsidR="00820E53" w:rsidRPr="00820E53" w:rsidRDefault="00820E53" w:rsidP="00820E53">
      <w:pPr>
        <w:jc w:val="both"/>
        <w:rPr>
          <w:rFonts w:asciiTheme="minorHAnsi" w:hAnsiTheme="minorHAnsi" w:cstheme="minorHAnsi"/>
        </w:rPr>
      </w:pPr>
    </w:p>
    <w:sectPr w:rsidR="00820E53" w:rsidRPr="00820E53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320D8" w14:textId="77777777" w:rsidR="003D7D29" w:rsidRDefault="003D7D29">
      <w:r>
        <w:separator/>
      </w:r>
    </w:p>
  </w:endnote>
  <w:endnote w:type="continuationSeparator" w:id="0">
    <w:p w14:paraId="3986CE9A" w14:textId="77777777" w:rsidR="003D7D29" w:rsidRDefault="003D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CB6F2" w14:textId="77777777"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C6A0A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49A33D67" w14:textId="77777777"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80E00" w14:textId="77777777"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C6A0A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61AE12D4" w14:textId="77777777"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90767" w14:textId="77777777" w:rsidR="003D7D29" w:rsidRDefault="003D7D29">
      <w:r>
        <w:separator/>
      </w:r>
    </w:p>
  </w:footnote>
  <w:footnote w:type="continuationSeparator" w:id="0">
    <w:p w14:paraId="229D788C" w14:textId="77777777" w:rsidR="003D7D29" w:rsidRDefault="003D7D29">
      <w:r>
        <w:continuationSeparator/>
      </w:r>
    </w:p>
  </w:footnote>
  <w:footnote w:id="1">
    <w:p w14:paraId="44EB056C" w14:textId="77777777"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20DA4">
        <w:rPr>
          <w:rFonts w:asciiTheme="minorHAnsi" w:hAnsiTheme="minorHAnsi" w:cstheme="minorHAnsi"/>
        </w:rPr>
        <w:t>Ai sensi dell’art. 80, comma 4, del D.</w:t>
      </w:r>
      <w:r w:rsidR="00020DA4" w:rsidRPr="00020DA4">
        <w:rPr>
          <w:rFonts w:asciiTheme="minorHAnsi" w:hAnsiTheme="minorHAnsi" w:cstheme="minorHAnsi"/>
        </w:rPr>
        <w:t xml:space="preserve"> </w:t>
      </w:r>
      <w:r w:rsidRPr="00020DA4">
        <w:rPr>
          <w:rFonts w:asciiTheme="minorHAnsi" w:hAnsiTheme="minorHAnsi" w:cstheme="minorHAnsi"/>
        </w:rPr>
        <w:t>Lgs.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14:paraId="073BDFB2" w14:textId="77777777"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</w:t>
      </w:r>
      <w:r w:rsidRPr="00020DA4">
        <w:rPr>
          <w:rFonts w:asciiTheme="minorHAnsi" w:hAnsiTheme="minorHAnsi" w:cstheme="minorHAnsi"/>
        </w:rPr>
        <w:t>lett.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59ECF" w14:textId="77777777" w:rsidR="007007D9" w:rsidRPr="00F70A68" w:rsidRDefault="007007D9" w:rsidP="007007D9">
    <w:pPr>
      <w:pStyle w:val="Intestazione"/>
      <w:rPr>
        <w:rFonts w:asciiTheme="minorHAnsi" w:hAnsiTheme="minorHAnsi" w:cstheme="minorHAnsi"/>
        <w:b/>
      </w:rPr>
    </w:pPr>
    <w:proofErr w:type="spellStart"/>
    <w:r w:rsidRPr="00F70A68">
      <w:rPr>
        <w:rFonts w:asciiTheme="minorHAnsi" w:hAnsiTheme="minorHAnsi" w:cstheme="minorHAnsi"/>
        <w:b/>
        <w:smallCaps/>
      </w:rPr>
      <w:t>A</w:t>
    </w:r>
    <w:r w:rsidRPr="00F70A68">
      <w:rPr>
        <w:rFonts w:asciiTheme="minorHAnsi" w:hAnsiTheme="minorHAnsi" w:cstheme="minorHAnsi"/>
        <w:b/>
      </w:rPr>
      <w:t>ll</w:t>
    </w:r>
    <w:proofErr w:type="spellEnd"/>
    <w:r w:rsidRPr="00F70A68">
      <w:rPr>
        <w:rFonts w:asciiTheme="minorHAnsi" w:hAnsiTheme="minorHAnsi" w:cstheme="minorHAnsi"/>
        <w:b/>
      </w:rPr>
      <w:t xml:space="preserve">. n. 3 - 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14:paraId="75BA46AF" w14:textId="77777777"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03D51" w14:textId="77777777" w:rsidR="009D4539" w:rsidRPr="00F70A68" w:rsidRDefault="007007D9">
    <w:pPr>
      <w:pStyle w:val="Intestazione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2B6E52">
      <w:rPr>
        <w:rFonts w:asciiTheme="minorHAnsi" w:hAnsiTheme="minorHAnsi" w:cstheme="minorHAnsi"/>
        <w:b/>
      </w:rPr>
      <w:t>50/2016</w:t>
    </w:r>
  </w:p>
  <w:p w14:paraId="508D4941" w14:textId="77777777" w:rsidR="009D4539" w:rsidRDefault="009D45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B3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52253"/>
    <w:rsid w:val="0005583B"/>
    <w:rsid w:val="000639BC"/>
    <w:rsid w:val="000675E3"/>
    <w:rsid w:val="00075CEB"/>
    <w:rsid w:val="00084926"/>
    <w:rsid w:val="0008739C"/>
    <w:rsid w:val="000A2144"/>
    <w:rsid w:val="000A2922"/>
    <w:rsid w:val="000A589E"/>
    <w:rsid w:val="000B296B"/>
    <w:rsid w:val="000C61F1"/>
    <w:rsid w:val="000C6A0A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35063"/>
    <w:rsid w:val="00235EC6"/>
    <w:rsid w:val="00235F1A"/>
    <w:rsid w:val="00246139"/>
    <w:rsid w:val="00246D09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2A5F"/>
    <w:rsid w:val="003413CA"/>
    <w:rsid w:val="00352AA2"/>
    <w:rsid w:val="00363B89"/>
    <w:rsid w:val="00365FAE"/>
    <w:rsid w:val="00367A52"/>
    <w:rsid w:val="003765F5"/>
    <w:rsid w:val="003770CC"/>
    <w:rsid w:val="00390DBA"/>
    <w:rsid w:val="00392879"/>
    <w:rsid w:val="003932FD"/>
    <w:rsid w:val="00394E5E"/>
    <w:rsid w:val="003A4731"/>
    <w:rsid w:val="003A5A26"/>
    <w:rsid w:val="003B255E"/>
    <w:rsid w:val="003B29A2"/>
    <w:rsid w:val="003B32C8"/>
    <w:rsid w:val="003B53D6"/>
    <w:rsid w:val="003C6EB0"/>
    <w:rsid w:val="003D2140"/>
    <w:rsid w:val="003D4C4B"/>
    <w:rsid w:val="003D7945"/>
    <w:rsid w:val="003D7B6F"/>
    <w:rsid w:val="003D7D29"/>
    <w:rsid w:val="0040297A"/>
    <w:rsid w:val="00403020"/>
    <w:rsid w:val="004057A9"/>
    <w:rsid w:val="0040765B"/>
    <w:rsid w:val="004143F5"/>
    <w:rsid w:val="004354AF"/>
    <w:rsid w:val="004400A5"/>
    <w:rsid w:val="004413A3"/>
    <w:rsid w:val="004416C2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B1F21"/>
    <w:rsid w:val="004C2E52"/>
    <w:rsid w:val="004E2BEF"/>
    <w:rsid w:val="004E72AC"/>
    <w:rsid w:val="004F09F9"/>
    <w:rsid w:val="004F4642"/>
    <w:rsid w:val="004F784C"/>
    <w:rsid w:val="00505BD3"/>
    <w:rsid w:val="00505DEF"/>
    <w:rsid w:val="0051497D"/>
    <w:rsid w:val="00520004"/>
    <w:rsid w:val="005213C6"/>
    <w:rsid w:val="00530C04"/>
    <w:rsid w:val="00534BAD"/>
    <w:rsid w:val="00534CEE"/>
    <w:rsid w:val="0053713A"/>
    <w:rsid w:val="00545CB5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2E41"/>
    <w:rsid w:val="00597CD1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6012D4"/>
    <w:rsid w:val="006037BF"/>
    <w:rsid w:val="00603C1C"/>
    <w:rsid w:val="0061153A"/>
    <w:rsid w:val="006163D8"/>
    <w:rsid w:val="00625860"/>
    <w:rsid w:val="00650082"/>
    <w:rsid w:val="00650A68"/>
    <w:rsid w:val="00653A8E"/>
    <w:rsid w:val="00655F51"/>
    <w:rsid w:val="006703DD"/>
    <w:rsid w:val="00674131"/>
    <w:rsid w:val="00675BC6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670"/>
    <w:rsid w:val="006E5AFE"/>
    <w:rsid w:val="006E5DEC"/>
    <w:rsid w:val="006F4D9E"/>
    <w:rsid w:val="007007D9"/>
    <w:rsid w:val="0070150C"/>
    <w:rsid w:val="00704C8E"/>
    <w:rsid w:val="007063AE"/>
    <w:rsid w:val="00706A56"/>
    <w:rsid w:val="007116FB"/>
    <w:rsid w:val="0071335D"/>
    <w:rsid w:val="00721387"/>
    <w:rsid w:val="0074084D"/>
    <w:rsid w:val="007417E7"/>
    <w:rsid w:val="0075330F"/>
    <w:rsid w:val="00771C05"/>
    <w:rsid w:val="00786728"/>
    <w:rsid w:val="00790613"/>
    <w:rsid w:val="00797DA9"/>
    <w:rsid w:val="007A31E2"/>
    <w:rsid w:val="007A4B8A"/>
    <w:rsid w:val="007B070D"/>
    <w:rsid w:val="007B1170"/>
    <w:rsid w:val="007B710E"/>
    <w:rsid w:val="007C15E6"/>
    <w:rsid w:val="007C19D7"/>
    <w:rsid w:val="007D0624"/>
    <w:rsid w:val="007D1A81"/>
    <w:rsid w:val="007D64AF"/>
    <w:rsid w:val="007E0843"/>
    <w:rsid w:val="007E45C7"/>
    <w:rsid w:val="007E75A5"/>
    <w:rsid w:val="007F05CB"/>
    <w:rsid w:val="007F2C3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C23F6"/>
    <w:rsid w:val="008C29C0"/>
    <w:rsid w:val="008E2ED0"/>
    <w:rsid w:val="008E4E38"/>
    <w:rsid w:val="00903A52"/>
    <w:rsid w:val="00907F55"/>
    <w:rsid w:val="009130DA"/>
    <w:rsid w:val="009141FE"/>
    <w:rsid w:val="00921F45"/>
    <w:rsid w:val="009224BA"/>
    <w:rsid w:val="009232E2"/>
    <w:rsid w:val="0092692B"/>
    <w:rsid w:val="00931BA9"/>
    <w:rsid w:val="00953D12"/>
    <w:rsid w:val="00957FD7"/>
    <w:rsid w:val="009635C5"/>
    <w:rsid w:val="009648DA"/>
    <w:rsid w:val="00967AA6"/>
    <w:rsid w:val="0097639A"/>
    <w:rsid w:val="009777F3"/>
    <w:rsid w:val="0098096E"/>
    <w:rsid w:val="00980BF3"/>
    <w:rsid w:val="00981192"/>
    <w:rsid w:val="00990134"/>
    <w:rsid w:val="00991C71"/>
    <w:rsid w:val="009A498B"/>
    <w:rsid w:val="009C0B2B"/>
    <w:rsid w:val="009D34CF"/>
    <w:rsid w:val="009D4539"/>
    <w:rsid w:val="009E0BD7"/>
    <w:rsid w:val="009E4938"/>
    <w:rsid w:val="00A04536"/>
    <w:rsid w:val="00A072D7"/>
    <w:rsid w:val="00A078F4"/>
    <w:rsid w:val="00A12BFB"/>
    <w:rsid w:val="00A46D1B"/>
    <w:rsid w:val="00A50618"/>
    <w:rsid w:val="00A53088"/>
    <w:rsid w:val="00A5676D"/>
    <w:rsid w:val="00A704A8"/>
    <w:rsid w:val="00A71390"/>
    <w:rsid w:val="00A751E2"/>
    <w:rsid w:val="00A756C5"/>
    <w:rsid w:val="00A87129"/>
    <w:rsid w:val="00A92431"/>
    <w:rsid w:val="00A94DE0"/>
    <w:rsid w:val="00AC0513"/>
    <w:rsid w:val="00AD3457"/>
    <w:rsid w:val="00AD57F5"/>
    <w:rsid w:val="00AE4AD1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3933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45B4"/>
    <w:rsid w:val="00C46317"/>
    <w:rsid w:val="00C4675D"/>
    <w:rsid w:val="00C53DE0"/>
    <w:rsid w:val="00C672A1"/>
    <w:rsid w:val="00C703F2"/>
    <w:rsid w:val="00C70478"/>
    <w:rsid w:val="00C7096A"/>
    <w:rsid w:val="00C74273"/>
    <w:rsid w:val="00C85C91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F6B6C"/>
    <w:rsid w:val="00D05A0B"/>
    <w:rsid w:val="00D11025"/>
    <w:rsid w:val="00D11098"/>
    <w:rsid w:val="00D17F8F"/>
    <w:rsid w:val="00D24C58"/>
    <w:rsid w:val="00D26443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66F1"/>
    <w:rsid w:val="00D67BC0"/>
    <w:rsid w:val="00D67F24"/>
    <w:rsid w:val="00D749E0"/>
    <w:rsid w:val="00D7514A"/>
    <w:rsid w:val="00D762F9"/>
    <w:rsid w:val="00D823AA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3A67"/>
    <w:rsid w:val="00E07195"/>
    <w:rsid w:val="00E07B3D"/>
    <w:rsid w:val="00E161E1"/>
    <w:rsid w:val="00E16A4C"/>
    <w:rsid w:val="00E278B1"/>
    <w:rsid w:val="00E27914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959A4"/>
    <w:rsid w:val="00FA6188"/>
    <w:rsid w:val="00FB17F9"/>
    <w:rsid w:val="00FB24A1"/>
    <w:rsid w:val="00FB4F09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BBD52D"/>
  <w15:docId w15:val="{DA4A52DB-2342-4378-8F2F-5E5259DF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BA787-DD67-405B-B8AC-29A566F7D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1656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11074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Brancaccio Anna</cp:lastModifiedBy>
  <cp:revision>2</cp:revision>
  <cp:lastPrinted>2015-07-07T08:59:00Z</cp:lastPrinted>
  <dcterms:created xsi:type="dcterms:W3CDTF">2021-07-14T12:56:00Z</dcterms:created>
  <dcterms:modified xsi:type="dcterms:W3CDTF">2021-07-14T12:56:00Z</dcterms:modified>
</cp:coreProperties>
</file>