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747E" w14:textId="77777777" w:rsidR="006F4147" w:rsidRDefault="00AF25D0" w:rsidP="00AF25D0">
      <w:pPr>
        <w:jc w:val="center"/>
        <w:rPr>
          <w:b/>
          <w:sz w:val="22"/>
          <w:szCs w:val="22"/>
        </w:rPr>
      </w:pPr>
      <w:r w:rsidRPr="00AF25D0">
        <w:rPr>
          <w:b/>
          <w:sz w:val="22"/>
          <w:szCs w:val="22"/>
        </w:rPr>
        <w:t xml:space="preserve">DICHIARAZIONE </w:t>
      </w:r>
      <w:r>
        <w:rPr>
          <w:b/>
          <w:sz w:val="22"/>
          <w:szCs w:val="22"/>
        </w:rPr>
        <w:t xml:space="preserve">ANNUALE </w:t>
      </w:r>
      <w:r w:rsidRPr="00AF25D0">
        <w:rPr>
          <w:b/>
          <w:sz w:val="22"/>
          <w:szCs w:val="22"/>
        </w:rPr>
        <w:t>SULL’INSUSSISTENZA DI CAUSE DI INCO</w:t>
      </w:r>
      <w:r w:rsidR="00B85522">
        <w:rPr>
          <w:b/>
          <w:sz w:val="22"/>
          <w:szCs w:val="22"/>
        </w:rPr>
        <w:t>MPATIBILITA’</w:t>
      </w:r>
    </w:p>
    <w:p w14:paraId="54ABCB28" w14:textId="77777777" w:rsidR="00AF25D0" w:rsidRDefault="00AF25D0" w:rsidP="00AF25D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 CUI AL D.LGS. N. 39/2013</w:t>
      </w:r>
    </w:p>
    <w:p w14:paraId="5D9D9F03" w14:textId="77777777" w:rsidR="00AF25D0" w:rsidRDefault="00AF25D0" w:rsidP="00AF25D0">
      <w:pPr>
        <w:jc w:val="center"/>
        <w:rPr>
          <w:b/>
          <w:sz w:val="22"/>
          <w:szCs w:val="22"/>
        </w:rPr>
      </w:pPr>
    </w:p>
    <w:p w14:paraId="02EA1BFF" w14:textId="77777777" w:rsidR="00AF25D0" w:rsidRDefault="00AF25D0" w:rsidP="00AF25D0">
      <w:pPr>
        <w:jc w:val="center"/>
        <w:rPr>
          <w:b/>
          <w:sz w:val="22"/>
          <w:szCs w:val="22"/>
        </w:rPr>
      </w:pPr>
    </w:p>
    <w:p w14:paraId="6A40BA4F" w14:textId="77777777" w:rsidR="00AF25D0" w:rsidRDefault="007E5ACD" w:rsidP="00AF25D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(Allegato 3A)</w:t>
      </w:r>
    </w:p>
    <w:p w14:paraId="50385D24" w14:textId="77777777" w:rsidR="00AF25D0" w:rsidRDefault="00AF25D0" w:rsidP="00EE0D4A">
      <w:pPr>
        <w:jc w:val="both"/>
        <w:rPr>
          <w:b/>
          <w:sz w:val="22"/>
          <w:szCs w:val="22"/>
        </w:rPr>
      </w:pPr>
    </w:p>
    <w:p w14:paraId="1D5A02E6" w14:textId="77777777" w:rsidR="00AF25D0" w:rsidRDefault="00AF25D0" w:rsidP="00EE0D4A">
      <w:pPr>
        <w:jc w:val="both"/>
        <w:rPr>
          <w:b/>
          <w:sz w:val="22"/>
          <w:szCs w:val="22"/>
        </w:rPr>
      </w:pPr>
    </w:p>
    <w:p w14:paraId="212DFCB6" w14:textId="77777777" w:rsidR="00154EC5" w:rsidRDefault="003066F9" w:rsidP="00EE0D4A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E0D4A">
        <w:rPr>
          <w:sz w:val="22"/>
          <w:szCs w:val="22"/>
        </w:rPr>
        <w:t>La</w:t>
      </w:r>
      <w:r w:rsidR="00565586">
        <w:rPr>
          <w:sz w:val="22"/>
          <w:szCs w:val="22"/>
        </w:rPr>
        <w:t>/Il</w:t>
      </w:r>
      <w:r w:rsidR="00E20791">
        <w:rPr>
          <w:sz w:val="22"/>
          <w:szCs w:val="22"/>
        </w:rPr>
        <w:t xml:space="preserve"> </w:t>
      </w:r>
      <w:r w:rsidR="00154EC5" w:rsidRPr="00EE0D4A">
        <w:rPr>
          <w:sz w:val="22"/>
          <w:szCs w:val="22"/>
        </w:rPr>
        <w:t>sottoscritt</w:t>
      </w:r>
      <w:r w:rsidRPr="00EE0D4A">
        <w:rPr>
          <w:sz w:val="22"/>
          <w:szCs w:val="22"/>
        </w:rPr>
        <w:t>a</w:t>
      </w:r>
      <w:r w:rsidR="00565586">
        <w:rPr>
          <w:sz w:val="22"/>
          <w:szCs w:val="22"/>
        </w:rPr>
        <w:t>/o_______</w:t>
      </w:r>
      <w:r w:rsidR="00A177DF">
        <w:rPr>
          <w:sz w:val="22"/>
          <w:szCs w:val="22"/>
        </w:rPr>
        <w:t>____________________</w:t>
      </w:r>
      <w:r w:rsidR="00565586">
        <w:rPr>
          <w:sz w:val="22"/>
          <w:szCs w:val="22"/>
        </w:rPr>
        <w:t>________</w:t>
      </w:r>
      <w:r w:rsidR="00EE0D4A" w:rsidRPr="00EE0D4A">
        <w:rPr>
          <w:sz w:val="22"/>
          <w:szCs w:val="22"/>
        </w:rPr>
        <w:t xml:space="preserve">, </w:t>
      </w:r>
      <w:r w:rsidR="00154EC5" w:rsidRPr="00EE0D4A">
        <w:rPr>
          <w:sz w:val="22"/>
          <w:szCs w:val="22"/>
        </w:rPr>
        <w:t xml:space="preserve">in relazione all'incarico di </w:t>
      </w:r>
      <w:r w:rsidRPr="00EE0D4A">
        <w:rPr>
          <w:sz w:val="22"/>
          <w:szCs w:val="22"/>
        </w:rPr>
        <w:t xml:space="preserve">direzione dell’Ufficio </w:t>
      </w:r>
      <w:r w:rsidR="00E20791">
        <w:rPr>
          <w:sz w:val="22"/>
          <w:szCs w:val="22"/>
        </w:rPr>
        <w:t>IV</w:t>
      </w:r>
      <w:r w:rsidR="00A177DF">
        <w:rPr>
          <w:sz w:val="22"/>
          <w:szCs w:val="22"/>
        </w:rPr>
        <w:t xml:space="preserve"> – A.T.P. di Terni</w:t>
      </w:r>
      <w:r w:rsidR="00565586">
        <w:rPr>
          <w:sz w:val="22"/>
          <w:szCs w:val="22"/>
        </w:rPr>
        <w:t xml:space="preserve"> </w:t>
      </w:r>
      <w:r w:rsidR="00154EC5" w:rsidRPr="00EE0D4A">
        <w:rPr>
          <w:sz w:val="22"/>
          <w:szCs w:val="22"/>
        </w:rPr>
        <w:t>dell’U</w:t>
      </w:r>
      <w:r w:rsidR="00A177DF">
        <w:rPr>
          <w:sz w:val="22"/>
          <w:szCs w:val="22"/>
        </w:rPr>
        <w:t>.</w:t>
      </w:r>
      <w:r w:rsidR="00154EC5" w:rsidRPr="00EE0D4A">
        <w:rPr>
          <w:sz w:val="22"/>
          <w:szCs w:val="22"/>
        </w:rPr>
        <w:t>S</w:t>
      </w:r>
      <w:r w:rsidR="00A177DF">
        <w:rPr>
          <w:sz w:val="22"/>
          <w:szCs w:val="22"/>
        </w:rPr>
        <w:t>.</w:t>
      </w:r>
      <w:r w:rsidR="00154EC5" w:rsidRPr="00EE0D4A">
        <w:rPr>
          <w:sz w:val="22"/>
          <w:szCs w:val="22"/>
        </w:rPr>
        <w:t>R</w:t>
      </w:r>
      <w:r w:rsidR="00A177DF">
        <w:rPr>
          <w:sz w:val="22"/>
          <w:szCs w:val="22"/>
        </w:rPr>
        <w:t>.Umbria</w:t>
      </w:r>
      <w:r w:rsidR="00154EC5" w:rsidRPr="00EE0D4A">
        <w:rPr>
          <w:sz w:val="22"/>
          <w:szCs w:val="22"/>
        </w:rPr>
        <w:t>, consapevole delle sanzioni penali in caso di dichiarazioni mendaci e della conseguente decadenza dai benefici conseguenti al provvedimento emanato (ai sensi degli artt. 75 e 76 del DPR 445/2000), sotto la propria responsabilità</w:t>
      </w:r>
    </w:p>
    <w:p w14:paraId="7C448CB5" w14:textId="77777777" w:rsidR="00565586" w:rsidRPr="00EE0D4A" w:rsidRDefault="00565586" w:rsidP="00EE0D4A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6CD6FD9A" w14:textId="77777777" w:rsidR="00154EC5" w:rsidRPr="00EE0D4A" w:rsidRDefault="00154EC5" w:rsidP="00EE0D4A">
      <w:pPr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 w:rsidRPr="00EE0D4A">
        <w:rPr>
          <w:sz w:val="22"/>
          <w:szCs w:val="22"/>
        </w:rPr>
        <w:t>DICHIARA</w:t>
      </w:r>
    </w:p>
    <w:p w14:paraId="0ECBF4E9" w14:textId="77777777" w:rsidR="00154EC5" w:rsidRPr="00EE0D4A" w:rsidRDefault="00154EC5" w:rsidP="00EE0D4A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417F3AC7" w14:textId="77777777" w:rsidR="00154EC5" w:rsidRPr="00EE0D4A" w:rsidRDefault="00154EC5" w:rsidP="00EE0D4A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E0D4A">
        <w:rPr>
          <w:sz w:val="22"/>
          <w:szCs w:val="22"/>
        </w:rPr>
        <w:t>che non sussistono cause di incomp</w:t>
      </w:r>
      <w:r w:rsidR="00EE0D4A" w:rsidRPr="00EE0D4A">
        <w:rPr>
          <w:sz w:val="22"/>
          <w:szCs w:val="22"/>
        </w:rPr>
        <w:t xml:space="preserve">atibilità a svolgere l’incarico </w:t>
      </w:r>
      <w:r w:rsidRPr="00EE0D4A">
        <w:rPr>
          <w:sz w:val="22"/>
          <w:szCs w:val="22"/>
        </w:rPr>
        <w:t>indicate</w:t>
      </w:r>
      <w:r w:rsidR="00EE0D4A" w:rsidRPr="00EE0D4A">
        <w:rPr>
          <w:sz w:val="22"/>
          <w:szCs w:val="22"/>
        </w:rPr>
        <w:t xml:space="preserve"> dal d.lgs. n. 8 aprile 2013, </w:t>
      </w:r>
      <w:r w:rsidRPr="00EE0D4A">
        <w:rPr>
          <w:sz w:val="22"/>
          <w:szCs w:val="22"/>
        </w:rPr>
        <w:t>n. 39.</w:t>
      </w:r>
    </w:p>
    <w:p w14:paraId="48FEBD9B" w14:textId="77777777" w:rsidR="00154EC5" w:rsidRPr="00EE0D4A" w:rsidRDefault="00154EC5" w:rsidP="00EE0D4A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E0D4A">
        <w:rPr>
          <w:sz w:val="22"/>
          <w:szCs w:val="22"/>
        </w:rPr>
        <w:t>La presente dichiarazione è resa ai sensi e per gli effetti dell’art. 20 del predetto d.lgs. n. 39/2013.</w:t>
      </w:r>
    </w:p>
    <w:p w14:paraId="6FBCD0ED" w14:textId="77777777" w:rsidR="00154EC5" w:rsidRPr="00EE0D4A" w:rsidRDefault="00154EC5" w:rsidP="00EE0D4A">
      <w:pPr>
        <w:spacing w:line="360" w:lineRule="auto"/>
        <w:jc w:val="both"/>
        <w:rPr>
          <w:sz w:val="22"/>
          <w:szCs w:val="22"/>
        </w:rPr>
      </w:pPr>
    </w:p>
    <w:p w14:paraId="39A80A56" w14:textId="77777777" w:rsidR="00154EC5" w:rsidRDefault="00154EC5" w:rsidP="00154EC5">
      <w:pPr>
        <w:spacing w:line="360" w:lineRule="auto"/>
      </w:pPr>
    </w:p>
    <w:p w14:paraId="7EA150FE" w14:textId="77777777" w:rsidR="00154EC5" w:rsidRDefault="00154EC5" w:rsidP="00154EC5">
      <w:pPr>
        <w:spacing w:line="360" w:lineRule="auto"/>
      </w:pPr>
    </w:p>
    <w:p w14:paraId="0DAD129E" w14:textId="77777777" w:rsidR="00154EC5" w:rsidRPr="00AF25D0" w:rsidRDefault="00565586" w:rsidP="00154EC5">
      <w:pPr>
        <w:spacing w:line="360" w:lineRule="auto"/>
        <w:rPr>
          <w:b/>
        </w:rPr>
      </w:pPr>
      <w:r>
        <w:t xml:space="preserve">Luogo, data </w:t>
      </w:r>
      <w:r w:rsidR="00154EC5">
        <w:tab/>
      </w:r>
      <w:r w:rsidR="00154EC5">
        <w:tab/>
      </w:r>
      <w:r w:rsidR="00154EC5">
        <w:tab/>
      </w:r>
      <w:r w:rsidR="00154EC5">
        <w:tab/>
      </w:r>
      <w:r w:rsidR="00154EC5">
        <w:tab/>
      </w:r>
      <w:r w:rsidR="00EE0D4A">
        <w:t xml:space="preserve">                            </w:t>
      </w:r>
      <w:r>
        <w:t xml:space="preserve">                             </w:t>
      </w:r>
      <w:r w:rsidR="00154EC5">
        <w:t>Firma</w:t>
      </w:r>
    </w:p>
    <w:p w14:paraId="43AFF211" w14:textId="77777777" w:rsidR="00154EC5" w:rsidRDefault="00154EC5" w:rsidP="00154EC5">
      <w:pPr>
        <w:spacing w:line="360" w:lineRule="auto"/>
        <w:jc w:val="both"/>
        <w:rPr>
          <w:b/>
          <w:sz w:val="22"/>
          <w:szCs w:val="22"/>
        </w:rPr>
      </w:pPr>
    </w:p>
    <w:p w14:paraId="4FE658A2" w14:textId="77777777" w:rsidR="00AF25D0" w:rsidRDefault="00AF25D0" w:rsidP="00AF25D0">
      <w:pPr>
        <w:autoSpaceDE w:val="0"/>
        <w:autoSpaceDN w:val="0"/>
        <w:adjustRightInd w:val="0"/>
        <w:spacing w:line="360" w:lineRule="auto"/>
      </w:pPr>
    </w:p>
    <w:p w14:paraId="52E30C40" w14:textId="77777777" w:rsidR="00AF25D0" w:rsidRPr="00AF25D0" w:rsidRDefault="00AF25D0" w:rsidP="00AF25D0">
      <w:pPr>
        <w:jc w:val="both"/>
        <w:rPr>
          <w:b/>
          <w:sz w:val="22"/>
          <w:szCs w:val="22"/>
        </w:rPr>
      </w:pPr>
    </w:p>
    <w:sectPr w:rsidR="00AF25D0" w:rsidRPr="00AF25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5D0"/>
    <w:rsid w:val="000144D1"/>
    <w:rsid w:val="00082765"/>
    <w:rsid w:val="00154EC5"/>
    <w:rsid w:val="001D3648"/>
    <w:rsid w:val="00237DBE"/>
    <w:rsid w:val="00266FAD"/>
    <w:rsid w:val="003066F9"/>
    <w:rsid w:val="00380724"/>
    <w:rsid w:val="0046066B"/>
    <w:rsid w:val="00565586"/>
    <w:rsid w:val="005A0503"/>
    <w:rsid w:val="006A582B"/>
    <w:rsid w:val="006F4147"/>
    <w:rsid w:val="00742D06"/>
    <w:rsid w:val="00752DE7"/>
    <w:rsid w:val="007A6CC8"/>
    <w:rsid w:val="007C5AD4"/>
    <w:rsid w:val="007E5ACD"/>
    <w:rsid w:val="008F3C9A"/>
    <w:rsid w:val="00971370"/>
    <w:rsid w:val="00A177DF"/>
    <w:rsid w:val="00AE519C"/>
    <w:rsid w:val="00AF25D0"/>
    <w:rsid w:val="00B85522"/>
    <w:rsid w:val="00B97B77"/>
    <w:rsid w:val="00E20791"/>
    <w:rsid w:val="00E3565D"/>
    <w:rsid w:val="00E72135"/>
    <w:rsid w:val="00EE0D4A"/>
    <w:rsid w:val="00F05FC5"/>
    <w:rsid w:val="00F3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2C3F2FE"/>
  <w15:chartTrackingRefBased/>
  <w15:docId w15:val="{58E2A634-B28F-43F8-A360-570E72CD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ANNUALE SULL’INSUSSISTENZA DI CAUSE DI INCONFERIBILITA’</vt:lpstr>
    </vt:vector>
  </TitlesOfParts>
  <Company>M.I.U.R.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ANNUALE SULL’INSUSSISTENZA DI CAUSE DI INCONFERIBILITA’</dc:title>
  <dc:subject/>
  <dc:creator>M.I.U.R.</dc:creator>
  <cp:keywords/>
  <cp:lastModifiedBy>Parrettini Cristiano</cp:lastModifiedBy>
  <cp:revision>2</cp:revision>
  <cp:lastPrinted>2017-11-15T10:48:00Z</cp:lastPrinted>
  <dcterms:created xsi:type="dcterms:W3CDTF">2022-04-05T11:32:00Z</dcterms:created>
  <dcterms:modified xsi:type="dcterms:W3CDTF">2022-04-05T11:32:00Z</dcterms:modified>
</cp:coreProperties>
</file>