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AE8C9" w14:textId="5B554C5F" w:rsidR="008F2FB2" w:rsidRPr="008D1C67" w:rsidRDefault="000D1DCB" w:rsidP="003F1F0E">
      <w:pPr>
        <w:tabs>
          <w:tab w:val="left" w:pos="993"/>
        </w:tabs>
        <w:spacing w:after="80"/>
        <w:jc w:val="both"/>
      </w:pPr>
      <w:r w:rsidRPr="008D1C67">
        <w:t xml:space="preserve">Allegato </w:t>
      </w:r>
      <w:r w:rsidR="00323072">
        <w:t>2</w:t>
      </w:r>
    </w:p>
    <w:p w14:paraId="0AD13DDD" w14:textId="77777777" w:rsidR="00411E87" w:rsidRPr="008D1C67" w:rsidRDefault="00BF2FCF" w:rsidP="00E06468">
      <w:pPr>
        <w:tabs>
          <w:tab w:val="left" w:pos="5103"/>
        </w:tabs>
        <w:spacing w:after="80"/>
        <w:jc w:val="right"/>
        <w:rPr>
          <w:b/>
        </w:rPr>
      </w:pPr>
      <w:r w:rsidRPr="008D1C67">
        <w:rPr>
          <w:b/>
        </w:rPr>
        <w:t xml:space="preserve">All’Ufficio Scolastico Regionale per la </w:t>
      </w:r>
      <w:r w:rsidR="00E82D4A" w:rsidRPr="008D1C67">
        <w:rPr>
          <w:b/>
        </w:rPr>
        <w:t>Calabria</w:t>
      </w:r>
    </w:p>
    <w:p w14:paraId="183F0EC5" w14:textId="77777777" w:rsidR="005B6E63" w:rsidRPr="008D1C67" w:rsidRDefault="00E82D4A" w:rsidP="00E06468">
      <w:pPr>
        <w:tabs>
          <w:tab w:val="left" w:pos="5103"/>
        </w:tabs>
        <w:spacing w:after="80"/>
        <w:jc w:val="right"/>
        <w:rPr>
          <w:rStyle w:val="Collegamentoipertestuale"/>
        </w:rPr>
      </w:pPr>
      <w:hyperlink r:id="rId8" w:history="1">
        <w:r w:rsidRPr="008D1C67">
          <w:rPr>
            <w:rStyle w:val="Collegamentoipertestuale"/>
          </w:rPr>
          <w:t>drcal@postacert.istruzione.it</w:t>
        </w:r>
      </w:hyperlink>
    </w:p>
    <w:p w14:paraId="4856D7C9" w14:textId="77777777" w:rsidR="001610EF" w:rsidRPr="008D1C67" w:rsidRDefault="001610EF" w:rsidP="00464DDF">
      <w:pPr>
        <w:tabs>
          <w:tab w:val="left" w:pos="5103"/>
        </w:tabs>
        <w:spacing w:after="80"/>
        <w:jc w:val="both"/>
      </w:pPr>
    </w:p>
    <w:p w14:paraId="46A11F8C" w14:textId="5F276164" w:rsidR="001610EF" w:rsidRPr="008D1C67" w:rsidRDefault="003C1792" w:rsidP="001610EF">
      <w:pPr>
        <w:pStyle w:val="Default0"/>
        <w:tabs>
          <w:tab w:val="left" w:pos="993"/>
        </w:tabs>
        <w:jc w:val="both"/>
        <w:rPr>
          <w:rFonts w:ascii="Times New Roman" w:hAnsi="Times New Roman" w:cs="Times New Roman"/>
          <w:b/>
        </w:rPr>
      </w:pPr>
      <w:r w:rsidRPr="008D1C67">
        <w:rPr>
          <w:rFonts w:ascii="Times New Roman" w:hAnsi="Times New Roman" w:cs="Times New Roman"/>
          <w:b/>
        </w:rPr>
        <w:t>Oggetto:</w:t>
      </w:r>
      <w:r w:rsidR="00464DDF" w:rsidRPr="008D1C67">
        <w:rPr>
          <w:rFonts w:ascii="Times New Roman" w:hAnsi="Times New Roman" w:cs="Times New Roman"/>
          <w:b/>
        </w:rPr>
        <w:tab/>
      </w:r>
      <w:r w:rsidR="004D0B98" w:rsidRPr="008D1C67">
        <w:rPr>
          <w:rFonts w:ascii="Times New Roman" w:hAnsi="Times New Roman" w:cs="Times New Roman"/>
          <w:b/>
          <w:bCs/>
        </w:rPr>
        <w:t xml:space="preserve">Manifestazione di disponibilità al conferimento dell’incarico dirigenziale non generale </w:t>
      </w:r>
      <w:r w:rsidR="001610EF" w:rsidRPr="008D1C67">
        <w:rPr>
          <w:rFonts w:ascii="Times New Roman" w:hAnsi="Times New Roman" w:cs="Times New Roman"/>
          <w:b/>
          <w:bCs/>
        </w:rPr>
        <w:t xml:space="preserve">di reggenza </w:t>
      </w:r>
      <w:r w:rsidR="001619C8" w:rsidRPr="008D1C67">
        <w:rPr>
          <w:rFonts w:ascii="Times New Roman" w:hAnsi="Times New Roman" w:cs="Times New Roman"/>
          <w:b/>
        </w:rPr>
        <w:t xml:space="preserve">dell’Ufficio </w:t>
      </w:r>
      <w:r w:rsidR="00E82D4A" w:rsidRPr="008D1C67">
        <w:rPr>
          <w:rFonts w:ascii="Times New Roman" w:hAnsi="Times New Roman" w:cs="Times New Roman"/>
          <w:b/>
        </w:rPr>
        <w:t>…….</w:t>
      </w:r>
      <w:r w:rsidR="001619C8" w:rsidRPr="008D1C67">
        <w:rPr>
          <w:rFonts w:ascii="Times New Roman" w:hAnsi="Times New Roman" w:cs="Times New Roman"/>
          <w:b/>
        </w:rPr>
        <w:t xml:space="preserve"> (Ambito territoriale di </w:t>
      </w:r>
      <w:r w:rsidR="00E82D4A" w:rsidRPr="008D1C67">
        <w:rPr>
          <w:rFonts w:ascii="Times New Roman" w:hAnsi="Times New Roman" w:cs="Times New Roman"/>
          <w:b/>
        </w:rPr>
        <w:t>………</w:t>
      </w:r>
      <w:r w:rsidR="001619C8" w:rsidRPr="008D1C67">
        <w:rPr>
          <w:rFonts w:ascii="Times New Roman" w:hAnsi="Times New Roman" w:cs="Times New Roman"/>
          <w:b/>
        </w:rPr>
        <w:t>)</w:t>
      </w:r>
    </w:p>
    <w:p w14:paraId="2E441C6C" w14:textId="77777777" w:rsidR="001610EF" w:rsidRPr="008D1C67" w:rsidRDefault="005B6497" w:rsidP="001610EF">
      <w:pPr>
        <w:pStyle w:val="Default0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8D1C67">
        <w:rPr>
          <w:rFonts w:ascii="Times New Roman" w:hAnsi="Times New Roman" w:cs="Times New Roman"/>
          <w:b/>
        </w:rPr>
        <w:tab/>
      </w:r>
    </w:p>
    <w:p w14:paraId="0603178E" w14:textId="77777777" w:rsidR="001610EF" w:rsidRPr="008D1C67" w:rsidRDefault="001610EF" w:rsidP="001610EF">
      <w:pPr>
        <w:pStyle w:val="Default0"/>
        <w:tabs>
          <w:tab w:val="left" w:pos="993"/>
        </w:tabs>
        <w:jc w:val="both"/>
        <w:rPr>
          <w:rFonts w:ascii="Times New Roman" w:hAnsi="Times New Roman" w:cs="Times New Roman"/>
          <w:b/>
        </w:rPr>
      </w:pPr>
    </w:p>
    <w:p w14:paraId="3FAB5E87" w14:textId="77777777" w:rsidR="001610EF" w:rsidRPr="008D1C67" w:rsidRDefault="001610EF" w:rsidP="001610EF">
      <w:pPr>
        <w:tabs>
          <w:tab w:val="left" w:pos="5103"/>
        </w:tabs>
        <w:spacing w:after="80" w:line="360" w:lineRule="auto"/>
        <w:jc w:val="both"/>
      </w:pPr>
      <w:r w:rsidRPr="008D1C67">
        <w:t>Il/La sottoscritto/a ………………………………………….. nato/a ………………………….….…….. prov.  ……… il …………………</w:t>
      </w:r>
    </w:p>
    <w:p w14:paraId="2C5646DF" w14:textId="607B2ED9" w:rsidR="001610EF" w:rsidRPr="008D1C67" w:rsidRDefault="001610EF" w:rsidP="001610EF">
      <w:pPr>
        <w:tabs>
          <w:tab w:val="left" w:pos="5103"/>
        </w:tabs>
        <w:spacing w:after="80" w:line="360" w:lineRule="auto"/>
        <w:jc w:val="both"/>
      </w:pPr>
      <w:r w:rsidRPr="008D1C67">
        <w:t xml:space="preserve">Codice fiscale </w:t>
      </w:r>
      <w:r w:rsidRPr="00F84D41">
        <w:t xml:space="preserve">…………………………………………. </w:t>
      </w:r>
      <w:r w:rsidRPr="00F84D41">
        <w:rPr>
          <w:b/>
        </w:rPr>
        <w:t xml:space="preserve">dirigente </w:t>
      </w:r>
      <w:r w:rsidR="00D2178A">
        <w:rPr>
          <w:b/>
        </w:rPr>
        <w:t>amministrativo</w:t>
      </w:r>
      <w:r w:rsidR="000A022B">
        <w:rPr>
          <w:b/>
        </w:rPr>
        <w:t xml:space="preserve"> di ruolo</w:t>
      </w:r>
      <w:r w:rsidR="00D2178A">
        <w:rPr>
          <w:b/>
        </w:rPr>
        <w:t xml:space="preserve"> </w:t>
      </w:r>
      <w:r w:rsidR="002F3832" w:rsidRPr="00F84D41">
        <w:rPr>
          <w:b/>
        </w:rPr>
        <w:t>presso il M.I</w:t>
      </w:r>
      <w:r w:rsidR="001166C6">
        <w:rPr>
          <w:b/>
        </w:rPr>
        <w:t>.M.</w:t>
      </w:r>
      <w:r w:rsidR="0083394C">
        <w:rPr>
          <w:b/>
        </w:rPr>
        <w:t xml:space="preserve"> presso</w:t>
      </w:r>
      <w:r w:rsidR="00D2178A">
        <w:rPr>
          <w:b/>
        </w:rPr>
        <w:t>______________</w:t>
      </w:r>
      <w:r w:rsidR="000B04B3" w:rsidRPr="00F84D41">
        <w:rPr>
          <w:b/>
        </w:rPr>
        <w:t xml:space="preserve"> </w:t>
      </w:r>
      <w:r w:rsidR="000B04B3" w:rsidRPr="00F84D41">
        <w:rPr>
          <w:i/>
        </w:rPr>
        <w:t xml:space="preserve">oppure </w:t>
      </w:r>
      <w:r w:rsidR="000B04B3" w:rsidRPr="00D2178A">
        <w:rPr>
          <w:b/>
          <w:bCs/>
        </w:rPr>
        <w:t>dirigente</w:t>
      </w:r>
      <w:r w:rsidR="00D2178A" w:rsidRPr="00D2178A">
        <w:rPr>
          <w:b/>
          <w:bCs/>
        </w:rPr>
        <w:t xml:space="preserve"> tecnico</w:t>
      </w:r>
      <w:r w:rsidR="000A022B">
        <w:rPr>
          <w:b/>
          <w:bCs/>
        </w:rPr>
        <w:t xml:space="preserve"> di ruolo</w:t>
      </w:r>
      <w:r w:rsidR="000B04B3" w:rsidRPr="00F84D41">
        <w:t xml:space="preserve"> </w:t>
      </w:r>
      <w:r w:rsidR="00D2178A" w:rsidRPr="00F84D41">
        <w:rPr>
          <w:b/>
        </w:rPr>
        <w:t>presso il M.I</w:t>
      </w:r>
      <w:r w:rsidR="009657B4">
        <w:rPr>
          <w:b/>
        </w:rPr>
        <w:t>.</w:t>
      </w:r>
      <w:r w:rsidR="001166C6">
        <w:rPr>
          <w:b/>
        </w:rPr>
        <w:t>M.</w:t>
      </w:r>
      <w:r w:rsidR="00D2178A" w:rsidRPr="00F84D41">
        <w:rPr>
          <w:b/>
        </w:rPr>
        <w:t xml:space="preserve"> </w:t>
      </w:r>
      <w:r w:rsidR="000B04B3" w:rsidRPr="00F84D41">
        <w:rPr>
          <w:b/>
        </w:rPr>
        <w:t>presso _____________</w:t>
      </w:r>
      <w:r w:rsidR="000C76E0" w:rsidRPr="000A022B">
        <w:rPr>
          <w:i/>
          <w:iCs/>
        </w:rPr>
        <w:t>,</w:t>
      </w:r>
      <w:r w:rsidR="000A022B" w:rsidRPr="000A022B">
        <w:rPr>
          <w:i/>
          <w:iCs/>
        </w:rPr>
        <w:t>oppure</w:t>
      </w:r>
      <w:r w:rsidR="000A022B">
        <w:t xml:space="preserve"> </w:t>
      </w:r>
      <w:r w:rsidR="000A022B" w:rsidRPr="000A022B">
        <w:rPr>
          <w:b/>
          <w:bCs/>
        </w:rPr>
        <w:t>dirigente amministrativo a tempo determinato</w:t>
      </w:r>
      <w:r w:rsidR="000A022B">
        <w:rPr>
          <w:b/>
          <w:bCs/>
        </w:rPr>
        <w:t xml:space="preserve"> </w:t>
      </w:r>
      <w:r w:rsidR="000A022B" w:rsidRPr="000A022B">
        <w:rPr>
          <w:b/>
          <w:bCs/>
        </w:rPr>
        <w:t>presso il M.I</w:t>
      </w:r>
      <w:r w:rsidR="000A022B">
        <w:t>.</w:t>
      </w:r>
      <w:r w:rsidR="001166C6" w:rsidRPr="001479FE">
        <w:rPr>
          <w:b/>
          <w:bCs/>
        </w:rPr>
        <w:t>M</w:t>
      </w:r>
      <w:r w:rsidR="001479FE">
        <w:t>.</w:t>
      </w:r>
      <w:r w:rsidR="000A022B">
        <w:t xml:space="preserve"> presso ______________ </w:t>
      </w:r>
      <w:r w:rsidR="000A022B" w:rsidRPr="000A022B">
        <w:rPr>
          <w:i/>
          <w:iCs/>
        </w:rPr>
        <w:t xml:space="preserve">oppure </w:t>
      </w:r>
      <w:r w:rsidR="000A022B" w:rsidRPr="000A022B">
        <w:rPr>
          <w:b/>
          <w:bCs/>
        </w:rPr>
        <w:t>dirigente tecnico a tempo determinato presso il M.I.</w:t>
      </w:r>
      <w:r w:rsidR="001166C6">
        <w:rPr>
          <w:b/>
          <w:bCs/>
        </w:rPr>
        <w:t>M.</w:t>
      </w:r>
      <w:r w:rsidRPr="008D1C67">
        <w:t xml:space="preserve"> </w:t>
      </w:r>
      <w:r w:rsidR="000A022B">
        <w:t xml:space="preserve">presso_________ </w:t>
      </w:r>
      <w:r w:rsidRPr="008D1C67">
        <w:t xml:space="preserve">in relazione all’avviso di disponibilità del posto di funzione dirigenziale non generale in oggetto </w:t>
      </w:r>
    </w:p>
    <w:p w14:paraId="04E9AD16" w14:textId="77777777" w:rsidR="00F47BE9" w:rsidRPr="008D1C67" w:rsidRDefault="00450B71" w:rsidP="008D1C67">
      <w:pPr>
        <w:spacing w:after="80" w:line="360" w:lineRule="auto"/>
        <w:jc w:val="center"/>
        <w:rPr>
          <w:b/>
        </w:rPr>
      </w:pPr>
      <w:r w:rsidRPr="008D1C67">
        <w:rPr>
          <w:b/>
        </w:rPr>
        <w:t>MANIFESTA</w:t>
      </w:r>
    </w:p>
    <w:p w14:paraId="63F44143" w14:textId="332A345D" w:rsidR="00D12B28" w:rsidRPr="008D1C67" w:rsidRDefault="001610EF" w:rsidP="00D03531">
      <w:pPr>
        <w:spacing w:after="80" w:line="360" w:lineRule="auto"/>
        <w:jc w:val="both"/>
      </w:pPr>
      <w:r w:rsidRPr="008D1C67">
        <w:t xml:space="preserve">la propria disponibilità al conferimento dell’incarico </w:t>
      </w:r>
      <w:r w:rsidR="00D03531">
        <w:t>di reggenza dell’Ufficio……………..</w:t>
      </w:r>
      <w:r w:rsidR="000D1E5F">
        <w:t>,</w:t>
      </w:r>
    </w:p>
    <w:p w14:paraId="5910D9DD" w14:textId="00D7BD5C" w:rsidR="008D1C67" w:rsidRPr="00E06468" w:rsidRDefault="008D1C67" w:rsidP="006F1B9D">
      <w:pPr>
        <w:autoSpaceDE w:val="0"/>
        <w:autoSpaceDN w:val="0"/>
        <w:adjustRightInd w:val="0"/>
        <w:spacing w:line="360" w:lineRule="auto"/>
        <w:jc w:val="both"/>
      </w:pPr>
      <w:r w:rsidRPr="008D1C67">
        <w:t>consapevole delle sanzioni penali in caso di dichiarazioni mendaci e della conseguente decadenza dai benefici conseguenti al provvedimento emanato (ai sensi degli artt. 75 e 76 del D.P.R. 445/2000),</w:t>
      </w:r>
      <w:r w:rsidR="00E06468">
        <w:t xml:space="preserve"> sotto la propria responsabilit</w:t>
      </w:r>
      <w:r w:rsidR="008627AB">
        <w:t>à</w:t>
      </w:r>
    </w:p>
    <w:p w14:paraId="2F60F302" w14:textId="701D6A9E" w:rsidR="008D1C67" w:rsidRPr="008D1C67" w:rsidRDefault="008D1C67" w:rsidP="008D1C67">
      <w:pPr>
        <w:spacing w:after="120" w:line="276" w:lineRule="auto"/>
        <w:jc w:val="center"/>
        <w:rPr>
          <w:b/>
          <w:iCs/>
        </w:rPr>
      </w:pPr>
      <w:r w:rsidRPr="008D1C67">
        <w:rPr>
          <w:b/>
          <w:iCs/>
        </w:rPr>
        <w:t>DICHIARA</w:t>
      </w:r>
    </w:p>
    <w:p w14:paraId="73747787" w14:textId="36318FA4" w:rsidR="008D1C67" w:rsidRPr="008D1C67" w:rsidRDefault="008D1C67" w:rsidP="008D1C67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eastAsia="Verdana"/>
        </w:rPr>
      </w:pPr>
      <w:r w:rsidRPr="008D1C67">
        <w:rPr>
          <w:rFonts w:eastAsia="Verdana"/>
        </w:rPr>
        <w:t>di non aver riportato condanne penali e di non essere a conoscenza di essere sottoposto a procedimenti penali (in caso contrario indicare quali);</w:t>
      </w:r>
    </w:p>
    <w:p w14:paraId="24A8B99F" w14:textId="429288ED" w:rsidR="00323072" w:rsidRDefault="008D1C67" w:rsidP="00323072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eastAsia="Verdana"/>
        </w:rPr>
      </w:pPr>
      <w:r w:rsidRPr="008D1C67">
        <w:rPr>
          <w:rFonts w:eastAsia="Verdana"/>
        </w:rPr>
        <w:t>l’assenza delle cause di inconferibilità di funzioni dirigenziali e l’assenza di situazioni di incompatibilità di cui alla Legge n 190/2012 e D.L</w:t>
      </w:r>
      <w:r w:rsidR="006F1B9D">
        <w:rPr>
          <w:rFonts w:eastAsia="Verdana"/>
        </w:rPr>
        <w:t>.</w:t>
      </w:r>
      <w:r w:rsidRPr="008D1C67">
        <w:rPr>
          <w:rFonts w:eastAsia="Verdana"/>
        </w:rPr>
        <w:t>vo n. 39/ 2013;</w:t>
      </w:r>
      <w:r w:rsidR="007607E9" w:rsidRPr="000B5A0B">
        <w:rPr>
          <w:color w:val="000000"/>
        </w:rPr>
        <w:t xml:space="preserve"> ovvero</w:t>
      </w:r>
      <w:r w:rsidR="007607E9">
        <w:rPr>
          <w:rFonts w:eastAsia="Verdana"/>
        </w:rPr>
        <w:t xml:space="preserve"> </w:t>
      </w:r>
      <w:r w:rsidR="007607E9" w:rsidRPr="007607E9">
        <w:rPr>
          <w:color w:val="000000"/>
        </w:rPr>
        <w:t>la disponibilità a rimuovere le eventuali cause di incompatibilità</w:t>
      </w:r>
      <w:r w:rsidR="00AA2386">
        <w:rPr>
          <w:color w:val="000000"/>
        </w:rPr>
        <w:t>;</w:t>
      </w:r>
      <w:r w:rsidR="00323072">
        <w:rPr>
          <w:rFonts w:eastAsia="Verdana"/>
        </w:rPr>
        <w:t xml:space="preserve"> </w:t>
      </w:r>
    </w:p>
    <w:p w14:paraId="675B0D6D" w14:textId="77777777" w:rsidR="009657B4" w:rsidRDefault="009657B4" w:rsidP="009657B4">
      <w:pPr>
        <w:numPr>
          <w:ilvl w:val="0"/>
          <w:numId w:val="10"/>
        </w:numPr>
        <w:spacing w:line="276" w:lineRule="auto"/>
        <w:ind w:left="714" w:hanging="357"/>
        <w:jc w:val="both"/>
      </w:pPr>
      <w:r>
        <w:t>di aver letto l’informativa relativa al trattamento dei dati personali ex D. Lgs. 196/2003 e Regolamento UE 2016/679 (Allegato 3) e, a tale riguardo (barrare una delle voci),</w:t>
      </w:r>
    </w:p>
    <w:p w14:paraId="2B1EEF8E" w14:textId="77777777" w:rsidR="009657B4" w:rsidRPr="009657B4" w:rsidRDefault="009657B4" w:rsidP="009657B4">
      <w:pPr>
        <w:pStyle w:val="CorpoDelTesto"/>
        <w:numPr>
          <w:ilvl w:val="0"/>
          <w:numId w:val="12"/>
        </w:numPr>
        <w:rPr>
          <w:rFonts w:ascii="Times New Roman" w:hAnsi="Times New Roman"/>
        </w:rPr>
      </w:pPr>
      <w:r w:rsidRPr="009657B4">
        <w:rPr>
          <w:rFonts w:ascii="Times New Roman" w:hAnsi="Times New Roman"/>
        </w:rPr>
        <w:t>presta il consenso;</w:t>
      </w:r>
    </w:p>
    <w:p w14:paraId="5CD8F612" w14:textId="77777777" w:rsidR="009657B4" w:rsidRPr="009657B4" w:rsidRDefault="009657B4" w:rsidP="009657B4">
      <w:pPr>
        <w:pStyle w:val="CorpoDelTesto"/>
        <w:numPr>
          <w:ilvl w:val="0"/>
          <w:numId w:val="12"/>
        </w:numPr>
        <w:rPr>
          <w:rFonts w:ascii="Times New Roman" w:hAnsi="Times New Roman"/>
        </w:rPr>
      </w:pPr>
      <w:r w:rsidRPr="009657B4">
        <w:rPr>
          <w:rFonts w:ascii="Times New Roman" w:hAnsi="Times New Roman"/>
        </w:rPr>
        <w:t>non presta il consenso</w:t>
      </w:r>
    </w:p>
    <w:p w14:paraId="5CC3E000" w14:textId="5605C34C" w:rsidR="00300D1E" w:rsidRPr="00421992" w:rsidRDefault="00421992" w:rsidP="00421992">
      <w:pPr>
        <w:spacing w:line="276" w:lineRule="auto"/>
        <w:ind w:left="714"/>
        <w:jc w:val="both"/>
        <w:rPr>
          <w:rFonts w:eastAsia="Verdana"/>
        </w:rPr>
      </w:pPr>
      <w:r>
        <w:rPr>
          <w:rFonts w:eastAsia="Verdana"/>
        </w:rPr>
        <w:t>Firma______________ Luogo __________ Data__________________</w:t>
      </w:r>
    </w:p>
    <w:sectPr w:rsidR="00300D1E" w:rsidRPr="00421992" w:rsidSect="00140045">
      <w:headerReference w:type="default" r:id="rId9"/>
      <w:footerReference w:type="default" r:id="rId10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C725B" w14:textId="77777777" w:rsidR="00253923" w:rsidRDefault="00253923">
      <w:r>
        <w:separator/>
      </w:r>
    </w:p>
  </w:endnote>
  <w:endnote w:type="continuationSeparator" w:id="0">
    <w:p w14:paraId="4543336B" w14:textId="77777777" w:rsidR="00253923" w:rsidRDefault="0025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51FA3" w14:textId="77777777" w:rsidR="003835AE" w:rsidRPr="00EB1344" w:rsidRDefault="003835AE" w:rsidP="00EB1344">
    <w:pPr>
      <w:pStyle w:val="Pidipagina"/>
    </w:pPr>
    <w:r w:rsidRPr="00EB134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DC2C4" w14:textId="77777777" w:rsidR="00253923" w:rsidRDefault="00253923">
      <w:r>
        <w:separator/>
      </w:r>
    </w:p>
  </w:footnote>
  <w:footnote w:type="continuationSeparator" w:id="0">
    <w:p w14:paraId="07237D95" w14:textId="77777777" w:rsidR="00253923" w:rsidRDefault="00253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35A5E" w14:textId="77777777"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2CC"/>
    <w:multiLevelType w:val="hybridMultilevel"/>
    <w:tmpl w:val="042A276A"/>
    <w:lvl w:ilvl="0" w:tplc="010460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4A820FB5"/>
    <w:multiLevelType w:val="multilevel"/>
    <w:tmpl w:val="8E605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684C6B18"/>
    <w:multiLevelType w:val="multilevel"/>
    <w:tmpl w:val="A4C00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 w16cid:durableId="1776438691">
    <w:abstractNumId w:val="10"/>
  </w:num>
  <w:num w:numId="2" w16cid:durableId="711032277">
    <w:abstractNumId w:val="0"/>
  </w:num>
  <w:num w:numId="3" w16cid:durableId="1898085973">
    <w:abstractNumId w:val="5"/>
  </w:num>
  <w:num w:numId="4" w16cid:durableId="12510865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2186438">
    <w:abstractNumId w:val="9"/>
  </w:num>
  <w:num w:numId="6" w16cid:durableId="939331936">
    <w:abstractNumId w:val="7"/>
  </w:num>
  <w:num w:numId="7" w16cid:durableId="607203233">
    <w:abstractNumId w:val="4"/>
  </w:num>
  <w:num w:numId="8" w16cid:durableId="258029744">
    <w:abstractNumId w:val="3"/>
  </w:num>
  <w:num w:numId="9" w16cid:durableId="1842626411">
    <w:abstractNumId w:val="1"/>
  </w:num>
  <w:num w:numId="10" w16cid:durableId="505092102">
    <w:abstractNumId w:val="6"/>
  </w:num>
  <w:num w:numId="11" w16cid:durableId="432895313">
    <w:abstractNumId w:val="8"/>
  </w:num>
  <w:num w:numId="12" w16cid:durableId="865602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DB"/>
    <w:rsid w:val="00004F20"/>
    <w:rsid w:val="00005B47"/>
    <w:rsid w:val="00006666"/>
    <w:rsid w:val="00007ACF"/>
    <w:rsid w:val="00010761"/>
    <w:rsid w:val="00012981"/>
    <w:rsid w:val="0003009B"/>
    <w:rsid w:val="0004001D"/>
    <w:rsid w:val="00041958"/>
    <w:rsid w:val="00053786"/>
    <w:rsid w:val="00054D7A"/>
    <w:rsid w:val="00060BD3"/>
    <w:rsid w:val="000666D7"/>
    <w:rsid w:val="00087EC2"/>
    <w:rsid w:val="00093B19"/>
    <w:rsid w:val="000A009D"/>
    <w:rsid w:val="000A022B"/>
    <w:rsid w:val="000A4E98"/>
    <w:rsid w:val="000A6487"/>
    <w:rsid w:val="000B04B3"/>
    <w:rsid w:val="000C4EE1"/>
    <w:rsid w:val="000C76E0"/>
    <w:rsid w:val="000D1DCB"/>
    <w:rsid w:val="000D1E5F"/>
    <w:rsid w:val="000D2C9F"/>
    <w:rsid w:val="000F397F"/>
    <w:rsid w:val="00103812"/>
    <w:rsid w:val="00104C31"/>
    <w:rsid w:val="001079EA"/>
    <w:rsid w:val="00107AB7"/>
    <w:rsid w:val="00111918"/>
    <w:rsid w:val="001166C6"/>
    <w:rsid w:val="001372C2"/>
    <w:rsid w:val="00140045"/>
    <w:rsid w:val="001479FE"/>
    <w:rsid w:val="00152688"/>
    <w:rsid w:val="001610EF"/>
    <w:rsid w:val="001619C8"/>
    <w:rsid w:val="0017767F"/>
    <w:rsid w:val="001A1DB8"/>
    <w:rsid w:val="001A2159"/>
    <w:rsid w:val="001A4695"/>
    <w:rsid w:val="001A6172"/>
    <w:rsid w:val="001B1627"/>
    <w:rsid w:val="001B3591"/>
    <w:rsid w:val="001B4E65"/>
    <w:rsid w:val="001B7DDA"/>
    <w:rsid w:val="001C7954"/>
    <w:rsid w:val="001E4EBD"/>
    <w:rsid w:val="001E5EA4"/>
    <w:rsid w:val="001E7847"/>
    <w:rsid w:val="00201BDD"/>
    <w:rsid w:val="0021324B"/>
    <w:rsid w:val="00213473"/>
    <w:rsid w:val="00226342"/>
    <w:rsid w:val="00233E73"/>
    <w:rsid w:val="00251002"/>
    <w:rsid w:val="002511B9"/>
    <w:rsid w:val="00253923"/>
    <w:rsid w:val="0026080C"/>
    <w:rsid w:val="00265EB0"/>
    <w:rsid w:val="0026708C"/>
    <w:rsid w:val="00273D7A"/>
    <w:rsid w:val="00277E81"/>
    <w:rsid w:val="00282F63"/>
    <w:rsid w:val="00291904"/>
    <w:rsid w:val="002A2EF2"/>
    <w:rsid w:val="002A688A"/>
    <w:rsid w:val="002B7B58"/>
    <w:rsid w:val="002C4494"/>
    <w:rsid w:val="002E050F"/>
    <w:rsid w:val="002F3832"/>
    <w:rsid w:val="002F4AB7"/>
    <w:rsid w:val="00300D1E"/>
    <w:rsid w:val="00302718"/>
    <w:rsid w:val="00305343"/>
    <w:rsid w:val="00312749"/>
    <w:rsid w:val="003142B0"/>
    <w:rsid w:val="00322CFD"/>
    <w:rsid w:val="00323072"/>
    <w:rsid w:val="00340131"/>
    <w:rsid w:val="00346C3C"/>
    <w:rsid w:val="00364DDF"/>
    <w:rsid w:val="00374D53"/>
    <w:rsid w:val="00376F4F"/>
    <w:rsid w:val="003835AE"/>
    <w:rsid w:val="003935BC"/>
    <w:rsid w:val="00397682"/>
    <w:rsid w:val="003A2AFE"/>
    <w:rsid w:val="003A2D59"/>
    <w:rsid w:val="003B75D3"/>
    <w:rsid w:val="003C1792"/>
    <w:rsid w:val="003D1636"/>
    <w:rsid w:val="003E4BB7"/>
    <w:rsid w:val="003F1F0E"/>
    <w:rsid w:val="003F442E"/>
    <w:rsid w:val="00411E87"/>
    <w:rsid w:val="00413079"/>
    <w:rsid w:val="004149CE"/>
    <w:rsid w:val="00421992"/>
    <w:rsid w:val="0043398D"/>
    <w:rsid w:val="00436B89"/>
    <w:rsid w:val="004502F3"/>
    <w:rsid w:val="00450B71"/>
    <w:rsid w:val="00464DDF"/>
    <w:rsid w:val="00466D08"/>
    <w:rsid w:val="0049366A"/>
    <w:rsid w:val="00493F75"/>
    <w:rsid w:val="00493FB4"/>
    <w:rsid w:val="0049555E"/>
    <w:rsid w:val="004A1FF3"/>
    <w:rsid w:val="004A2DF4"/>
    <w:rsid w:val="004B4BF2"/>
    <w:rsid w:val="004C478C"/>
    <w:rsid w:val="004C6605"/>
    <w:rsid w:val="004D0B98"/>
    <w:rsid w:val="004E11B6"/>
    <w:rsid w:val="004E2057"/>
    <w:rsid w:val="004E5B57"/>
    <w:rsid w:val="0050172A"/>
    <w:rsid w:val="00502DA1"/>
    <w:rsid w:val="00507A8C"/>
    <w:rsid w:val="00532061"/>
    <w:rsid w:val="00543EE8"/>
    <w:rsid w:val="00550CAC"/>
    <w:rsid w:val="005678DB"/>
    <w:rsid w:val="005703A9"/>
    <w:rsid w:val="005762D3"/>
    <w:rsid w:val="005853FB"/>
    <w:rsid w:val="0058598B"/>
    <w:rsid w:val="00587B91"/>
    <w:rsid w:val="00590AB5"/>
    <w:rsid w:val="005967DC"/>
    <w:rsid w:val="005A19B7"/>
    <w:rsid w:val="005B33BB"/>
    <w:rsid w:val="005B6497"/>
    <w:rsid w:val="005B6E63"/>
    <w:rsid w:val="005C39C8"/>
    <w:rsid w:val="005C5B63"/>
    <w:rsid w:val="005F1BEB"/>
    <w:rsid w:val="005F40D6"/>
    <w:rsid w:val="006079CC"/>
    <w:rsid w:val="00621AE1"/>
    <w:rsid w:val="006318BE"/>
    <w:rsid w:val="00636230"/>
    <w:rsid w:val="00645362"/>
    <w:rsid w:val="00645705"/>
    <w:rsid w:val="00655A21"/>
    <w:rsid w:val="006775A2"/>
    <w:rsid w:val="006A2C86"/>
    <w:rsid w:val="006A4C6C"/>
    <w:rsid w:val="006B46CA"/>
    <w:rsid w:val="006C1E3D"/>
    <w:rsid w:val="006C47E5"/>
    <w:rsid w:val="006C66BA"/>
    <w:rsid w:val="006C7137"/>
    <w:rsid w:val="006E6C57"/>
    <w:rsid w:val="006F1B9D"/>
    <w:rsid w:val="006F58CD"/>
    <w:rsid w:val="007109B3"/>
    <w:rsid w:val="0071551E"/>
    <w:rsid w:val="00725C3C"/>
    <w:rsid w:val="0072639F"/>
    <w:rsid w:val="0073183A"/>
    <w:rsid w:val="0073290F"/>
    <w:rsid w:val="0073538D"/>
    <w:rsid w:val="0074216E"/>
    <w:rsid w:val="00750F90"/>
    <w:rsid w:val="00751F18"/>
    <w:rsid w:val="007607E9"/>
    <w:rsid w:val="00765ADA"/>
    <w:rsid w:val="0076616D"/>
    <w:rsid w:val="00766C7E"/>
    <w:rsid w:val="007830E9"/>
    <w:rsid w:val="00783915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0753"/>
    <w:rsid w:val="00833186"/>
    <w:rsid w:val="0083394C"/>
    <w:rsid w:val="008339FB"/>
    <w:rsid w:val="00841226"/>
    <w:rsid w:val="0085199B"/>
    <w:rsid w:val="00855418"/>
    <w:rsid w:val="008627AB"/>
    <w:rsid w:val="0087182D"/>
    <w:rsid w:val="0088520E"/>
    <w:rsid w:val="008872D5"/>
    <w:rsid w:val="008B3B08"/>
    <w:rsid w:val="008B74C3"/>
    <w:rsid w:val="008B7B9F"/>
    <w:rsid w:val="008C2BDD"/>
    <w:rsid w:val="008C607C"/>
    <w:rsid w:val="008D1C67"/>
    <w:rsid w:val="008E4665"/>
    <w:rsid w:val="008E72EB"/>
    <w:rsid w:val="008F1424"/>
    <w:rsid w:val="008F286F"/>
    <w:rsid w:val="008F2FB2"/>
    <w:rsid w:val="0091004E"/>
    <w:rsid w:val="00910504"/>
    <w:rsid w:val="00921439"/>
    <w:rsid w:val="0092592B"/>
    <w:rsid w:val="0092759E"/>
    <w:rsid w:val="0095322E"/>
    <w:rsid w:val="00960548"/>
    <w:rsid w:val="00962226"/>
    <w:rsid w:val="009657B4"/>
    <w:rsid w:val="0096715E"/>
    <w:rsid w:val="00995DDD"/>
    <w:rsid w:val="009B615C"/>
    <w:rsid w:val="009E2633"/>
    <w:rsid w:val="009E5671"/>
    <w:rsid w:val="009E628E"/>
    <w:rsid w:val="009E728C"/>
    <w:rsid w:val="009F6043"/>
    <w:rsid w:val="00A17874"/>
    <w:rsid w:val="00A25240"/>
    <w:rsid w:val="00A2711F"/>
    <w:rsid w:val="00A27D2D"/>
    <w:rsid w:val="00A43E4C"/>
    <w:rsid w:val="00A50DB5"/>
    <w:rsid w:val="00A541F6"/>
    <w:rsid w:val="00A5528F"/>
    <w:rsid w:val="00A57FEC"/>
    <w:rsid w:val="00A663C1"/>
    <w:rsid w:val="00A723F3"/>
    <w:rsid w:val="00A77174"/>
    <w:rsid w:val="00A8307A"/>
    <w:rsid w:val="00A87F11"/>
    <w:rsid w:val="00A95852"/>
    <w:rsid w:val="00A97908"/>
    <w:rsid w:val="00AA2386"/>
    <w:rsid w:val="00AA4624"/>
    <w:rsid w:val="00AA55C2"/>
    <w:rsid w:val="00AB3EDB"/>
    <w:rsid w:val="00AB67D0"/>
    <w:rsid w:val="00AB7908"/>
    <w:rsid w:val="00AC1C32"/>
    <w:rsid w:val="00AC5692"/>
    <w:rsid w:val="00AD0A3B"/>
    <w:rsid w:val="00AD24C7"/>
    <w:rsid w:val="00AE0ABD"/>
    <w:rsid w:val="00AE713B"/>
    <w:rsid w:val="00B133FF"/>
    <w:rsid w:val="00B2042F"/>
    <w:rsid w:val="00B24571"/>
    <w:rsid w:val="00B24C99"/>
    <w:rsid w:val="00B30C28"/>
    <w:rsid w:val="00B34D40"/>
    <w:rsid w:val="00B3628A"/>
    <w:rsid w:val="00B51B7B"/>
    <w:rsid w:val="00B64352"/>
    <w:rsid w:val="00B8658E"/>
    <w:rsid w:val="00BA35A5"/>
    <w:rsid w:val="00BA3EA8"/>
    <w:rsid w:val="00BB7EFE"/>
    <w:rsid w:val="00BE1F98"/>
    <w:rsid w:val="00BF2FCF"/>
    <w:rsid w:val="00C01388"/>
    <w:rsid w:val="00C137AA"/>
    <w:rsid w:val="00C201BD"/>
    <w:rsid w:val="00C334FA"/>
    <w:rsid w:val="00C37834"/>
    <w:rsid w:val="00C46864"/>
    <w:rsid w:val="00C50D55"/>
    <w:rsid w:val="00C54CCD"/>
    <w:rsid w:val="00C54E82"/>
    <w:rsid w:val="00C61034"/>
    <w:rsid w:val="00C77DAE"/>
    <w:rsid w:val="00C83A0F"/>
    <w:rsid w:val="00C925DD"/>
    <w:rsid w:val="00C9784A"/>
    <w:rsid w:val="00CA4AC6"/>
    <w:rsid w:val="00CA6C16"/>
    <w:rsid w:val="00CB1453"/>
    <w:rsid w:val="00CC226E"/>
    <w:rsid w:val="00CC74D2"/>
    <w:rsid w:val="00CD42E1"/>
    <w:rsid w:val="00CE7B6A"/>
    <w:rsid w:val="00CF0D81"/>
    <w:rsid w:val="00CF1DEA"/>
    <w:rsid w:val="00CF705A"/>
    <w:rsid w:val="00CF7377"/>
    <w:rsid w:val="00D03531"/>
    <w:rsid w:val="00D10D22"/>
    <w:rsid w:val="00D12B28"/>
    <w:rsid w:val="00D174BE"/>
    <w:rsid w:val="00D177D8"/>
    <w:rsid w:val="00D2178A"/>
    <w:rsid w:val="00D240F8"/>
    <w:rsid w:val="00D24A4F"/>
    <w:rsid w:val="00D41AA1"/>
    <w:rsid w:val="00D441F7"/>
    <w:rsid w:val="00D445E3"/>
    <w:rsid w:val="00D5631E"/>
    <w:rsid w:val="00D60292"/>
    <w:rsid w:val="00D64049"/>
    <w:rsid w:val="00D71DC2"/>
    <w:rsid w:val="00D72812"/>
    <w:rsid w:val="00D75742"/>
    <w:rsid w:val="00D83348"/>
    <w:rsid w:val="00D90E7D"/>
    <w:rsid w:val="00D9214D"/>
    <w:rsid w:val="00D9359E"/>
    <w:rsid w:val="00D94D8A"/>
    <w:rsid w:val="00D969C1"/>
    <w:rsid w:val="00D96E65"/>
    <w:rsid w:val="00DA2B83"/>
    <w:rsid w:val="00DA70D9"/>
    <w:rsid w:val="00DB0FD8"/>
    <w:rsid w:val="00DB266C"/>
    <w:rsid w:val="00DB72B6"/>
    <w:rsid w:val="00DC32EB"/>
    <w:rsid w:val="00DC402C"/>
    <w:rsid w:val="00DC7FB0"/>
    <w:rsid w:val="00DD0549"/>
    <w:rsid w:val="00DD2F85"/>
    <w:rsid w:val="00DD7869"/>
    <w:rsid w:val="00DE2156"/>
    <w:rsid w:val="00DE2709"/>
    <w:rsid w:val="00DE2E91"/>
    <w:rsid w:val="00DE64D4"/>
    <w:rsid w:val="00E06468"/>
    <w:rsid w:val="00E15082"/>
    <w:rsid w:val="00E21F27"/>
    <w:rsid w:val="00E257C8"/>
    <w:rsid w:val="00E33729"/>
    <w:rsid w:val="00E35877"/>
    <w:rsid w:val="00E36651"/>
    <w:rsid w:val="00E37E3C"/>
    <w:rsid w:val="00E45301"/>
    <w:rsid w:val="00E46622"/>
    <w:rsid w:val="00E473DB"/>
    <w:rsid w:val="00E56B89"/>
    <w:rsid w:val="00E60D29"/>
    <w:rsid w:val="00E621F1"/>
    <w:rsid w:val="00E64036"/>
    <w:rsid w:val="00E64E08"/>
    <w:rsid w:val="00E65A11"/>
    <w:rsid w:val="00E66A57"/>
    <w:rsid w:val="00E71737"/>
    <w:rsid w:val="00E737B1"/>
    <w:rsid w:val="00E801A7"/>
    <w:rsid w:val="00E82D4A"/>
    <w:rsid w:val="00E9374C"/>
    <w:rsid w:val="00E93E80"/>
    <w:rsid w:val="00E94305"/>
    <w:rsid w:val="00E977D9"/>
    <w:rsid w:val="00EA735B"/>
    <w:rsid w:val="00EA7EBB"/>
    <w:rsid w:val="00EB1344"/>
    <w:rsid w:val="00EB5809"/>
    <w:rsid w:val="00EB76E1"/>
    <w:rsid w:val="00EC00D0"/>
    <w:rsid w:val="00EC3DC8"/>
    <w:rsid w:val="00EC66C7"/>
    <w:rsid w:val="00ED1E72"/>
    <w:rsid w:val="00ED2F90"/>
    <w:rsid w:val="00EF0991"/>
    <w:rsid w:val="00EF32DF"/>
    <w:rsid w:val="00EF6B8F"/>
    <w:rsid w:val="00EF7244"/>
    <w:rsid w:val="00F12780"/>
    <w:rsid w:val="00F273B2"/>
    <w:rsid w:val="00F33794"/>
    <w:rsid w:val="00F3429C"/>
    <w:rsid w:val="00F34A2A"/>
    <w:rsid w:val="00F360F8"/>
    <w:rsid w:val="00F42A4D"/>
    <w:rsid w:val="00F47BE9"/>
    <w:rsid w:val="00F47FA9"/>
    <w:rsid w:val="00F61019"/>
    <w:rsid w:val="00F73557"/>
    <w:rsid w:val="00F818CC"/>
    <w:rsid w:val="00F84D41"/>
    <w:rsid w:val="00F954A7"/>
    <w:rsid w:val="00F97653"/>
    <w:rsid w:val="00FA09A0"/>
    <w:rsid w:val="00FA475D"/>
    <w:rsid w:val="00FA7D50"/>
    <w:rsid w:val="00FA7F67"/>
    <w:rsid w:val="00FB0154"/>
    <w:rsid w:val="00FB03C9"/>
    <w:rsid w:val="00FB0C93"/>
    <w:rsid w:val="00FB18BE"/>
    <w:rsid w:val="00FB2AE2"/>
    <w:rsid w:val="00FC2559"/>
    <w:rsid w:val="00FC4EEB"/>
    <w:rsid w:val="00FC589F"/>
    <w:rsid w:val="00FE2872"/>
    <w:rsid w:val="00FE4808"/>
    <w:rsid w:val="00FE7501"/>
    <w:rsid w:val="00FF4386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80CA7C"/>
  <w15:docId w15:val="{8EB7662A-B73F-423D-8AC4-E5A68F13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4D0B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33729"/>
    <w:rPr>
      <w:b/>
      <w:bCs/>
    </w:rPr>
  </w:style>
  <w:style w:type="character" w:customStyle="1" w:styleId="CorpoDelTestoCarattere">
    <w:name w:val="CorpoDelTesto Carattere"/>
    <w:basedOn w:val="Carpredefinitoparagrafo"/>
    <w:link w:val="CorpoDelTesto"/>
    <w:locked/>
    <w:rsid w:val="009657B4"/>
    <w:rPr>
      <w:rFonts w:ascii="Book Antiqua" w:hAnsi="Book Antiqua"/>
      <w:sz w:val="24"/>
      <w:szCs w:val="24"/>
    </w:rPr>
  </w:style>
  <w:style w:type="paragraph" w:customStyle="1" w:styleId="CorpoDelTesto">
    <w:name w:val="CorpoDelTesto"/>
    <w:basedOn w:val="Normale"/>
    <w:link w:val="CorpoDelTestoCarattere"/>
    <w:qFormat/>
    <w:rsid w:val="009657B4"/>
    <w:pPr>
      <w:spacing w:before="100" w:beforeAutospacing="1" w:after="100" w:afterAutospacing="1"/>
      <w:jc w:val="both"/>
    </w:pPr>
    <w:rPr>
      <w:rFonts w:ascii="Book Antiqua" w:hAnsi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cal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09B51-7ED5-4A88-A263-941A08859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Modello.dotx</Template>
  <TotalTime>37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Aidala Pietro</cp:lastModifiedBy>
  <cp:revision>11</cp:revision>
  <cp:lastPrinted>2019-11-18T10:36:00Z</cp:lastPrinted>
  <dcterms:created xsi:type="dcterms:W3CDTF">2021-12-29T15:44:00Z</dcterms:created>
  <dcterms:modified xsi:type="dcterms:W3CDTF">2025-03-25T15:08:00Z</dcterms:modified>
</cp:coreProperties>
</file>