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7AA82"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2714D32C" w14:textId="77777777" w:rsidTr="00C76FB9">
        <w:tc>
          <w:tcPr>
            <w:tcW w:w="1963" w:type="dxa"/>
            <w:tcBorders>
              <w:top w:val="nil"/>
              <w:left w:val="nil"/>
              <w:bottom w:val="nil"/>
              <w:right w:val="nil"/>
            </w:tcBorders>
            <w:shd w:val="clear" w:color="auto" w:fill="auto"/>
          </w:tcPr>
          <w:p w14:paraId="5FB4F233"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3BBC787A"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4866B404" w14:textId="77777777" w:rsidR="00AC178B" w:rsidRPr="00B43B87" w:rsidRDefault="009B4D95" w:rsidP="00EB2682">
            <w:pPr>
              <w:jc w:val="both"/>
              <w:rPr>
                <w:rFonts w:ascii="Calibri" w:hAnsi="Calibri"/>
                <w:b/>
              </w:rPr>
            </w:pPr>
            <w:r>
              <w:rPr>
                <w:rFonts w:ascii="Calibri" w:hAnsi="Calibri"/>
                <w:b/>
              </w:rPr>
              <w:t xml:space="preserve">DICHIARAZIONE DI DISPONIBILITÀ AD ASSUMERE UN </w:t>
            </w:r>
            <w:r w:rsidRPr="00B43B87">
              <w:rPr>
                <w:rFonts w:ascii="Calibri" w:hAnsi="Calibri"/>
                <w:b/>
              </w:rPr>
              <w:t>INCARICO AGGIUNTIVO DI REGGENZA</w:t>
            </w:r>
            <w:r w:rsidR="00805D66">
              <w:rPr>
                <w:rFonts w:ascii="Calibri" w:hAnsi="Calibri"/>
                <w:b/>
              </w:rPr>
              <w:t xml:space="preserve"> </w:t>
            </w:r>
            <w:r w:rsidR="00E62E6A">
              <w:rPr>
                <w:rFonts w:ascii="Calibri" w:hAnsi="Calibri"/>
                <w:b/>
              </w:rPr>
              <w:t xml:space="preserve">TEMPORANEA </w:t>
            </w:r>
            <w:r w:rsidR="00530739">
              <w:rPr>
                <w:rFonts w:ascii="Calibri" w:hAnsi="Calibri"/>
                <w:b/>
              </w:rPr>
              <w:t>PER L’ANNO SCOLASTICO 202</w:t>
            </w:r>
            <w:r w:rsidR="00C021EA">
              <w:rPr>
                <w:rFonts w:ascii="Calibri" w:hAnsi="Calibri"/>
                <w:b/>
              </w:rPr>
              <w:t>4</w:t>
            </w:r>
            <w:r w:rsidR="00530739">
              <w:rPr>
                <w:rFonts w:ascii="Calibri" w:hAnsi="Calibri"/>
                <w:b/>
              </w:rPr>
              <w:t>/202</w:t>
            </w:r>
            <w:r w:rsidR="00C021EA">
              <w:rPr>
                <w:rFonts w:ascii="Calibri" w:hAnsi="Calibri"/>
                <w:b/>
              </w:rPr>
              <w:t>5</w:t>
            </w:r>
          </w:p>
        </w:tc>
      </w:tr>
    </w:tbl>
    <w:p w14:paraId="64F61107"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184AB614" w14:textId="77777777" w:rsidTr="00D159A8">
        <w:tc>
          <w:tcPr>
            <w:tcW w:w="4644" w:type="dxa"/>
            <w:shd w:val="clear" w:color="auto" w:fill="auto"/>
          </w:tcPr>
          <w:p w14:paraId="4EF835C6"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2333CCEA" w14:textId="77777777" w:rsidR="006F6370" w:rsidRPr="00B43B87" w:rsidRDefault="006F6370" w:rsidP="006161A8">
            <w:pPr>
              <w:rPr>
                <w:rFonts w:ascii="Calibri" w:hAnsi="Calibri"/>
                <w:b/>
              </w:rPr>
            </w:pPr>
            <w:r w:rsidRPr="00B43B87">
              <w:rPr>
                <w:rFonts w:ascii="Calibri" w:hAnsi="Calibri"/>
                <w:b/>
              </w:rPr>
              <w:t>Direttore Generale</w:t>
            </w:r>
          </w:p>
          <w:p w14:paraId="1548FAA3"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2BC3F996"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5A600E26" w14:textId="77777777" w:rsidTr="00D159A8">
        <w:tc>
          <w:tcPr>
            <w:tcW w:w="4644" w:type="dxa"/>
            <w:shd w:val="clear" w:color="auto" w:fill="auto"/>
          </w:tcPr>
          <w:p w14:paraId="0537D4CB" w14:textId="77777777" w:rsidR="00B43B87" w:rsidRPr="00B43B87" w:rsidRDefault="00B43B87" w:rsidP="00D159A8">
            <w:pPr>
              <w:jc w:val="right"/>
              <w:rPr>
                <w:rFonts w:ascii="Calibri" w:hAnsi="Calibri"/>
                <w:b/>
              </w:rPr>
            </w:pPr>
          </w:p>
        </w:tc>
        <w:tc>
          <w:tcPr>
            <w:tcW w:w="5210" w:type="dxa"/>
            <w:shd w:val="clear" w:color="auto" w:fill="auto"/>
          </w:tcPr>
          <w:p w14:paraId="49EB13B6" w14:textId="77777777" w:rsidR="00B43B87" w:rsidRPr="00B43B87" w:rsidRDefault="00B43B87" w:rsidP="006161A8">
            <w:pPr>
              <w:rPr>
                <w:rFonts w:ascii="Calibri" w:hAnsi="Calibri"/>
                <w:b/>
              </w:rPr>
            </w:pPr>
            <w:hyperlink r:id="rId7" w:history="1">
              <w:proofErr w:type="spellStart"/>
              <w:r w:rsidRPr="00B90EA0">
                <w:rPr>
                  <w:rStyle w:val="Collegamentoipertestuale"/>
                  <w:rFonts w:ascii="Calibri" w:hAnsi="Calibri"/>
                  <w:b/>
                </w:rPr>
                <w:t>drma@postacert.istruzione.it</w:t>
              </w:r>
              <w:proofErr w:type="spellEnd"/>
            </w:hyperlink>
            <w:r>
              <w:rPr>
                <w:rFonts w:ascii="Calibri" w:hAnsi="Calibri"/>
                <w:b/>
              </w:rPr>
              <w:t xml:space="preserve"> </w:t>
            </w:r>
          </w:p>
        </w:tc>
      </w:tr>
    </w:tbl>
    <w:p w14:paraId="320BAA43" w14:textId="77777777" w:rsidR="006F6370" w:rsidRDefault="006F6370" w:rsidP="006F6370">
      <w:pPr>
        <w:rPr>
          <w:rFonts w:ascii="Calibri" w:hAnsi="Calibri"/>
        </w:rPr>
      </w:pPr>
    </w:p>
    <w:p w14:paraId="048F99BF"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233D68D7" w14:textId="77777777" w:rsidTr="00D159A8">
        <w:tc>
          <w:tcPr>
            <w:tcW w:w="1242" w:type="dxa"/>
            <w:shd w:val="clear" w:color="auto" w:fill="auto"/>
          </w:tcPr>
          <w:p w14:paraId="1409D9DB"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58F75324" w14:textId="77777777" w:rsidR="006F6370" w:rsidRPr="00B43B87" w:rsidRDefault="00624ED7" w:rsidP="00EB2682">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E62E6A">
              <w:rPr>
                <w:rFonts w:ascii="Calibri" w:hAnsi="Calibri"/>
                <w:b/>
              </w:rPr>
              <w:t xml:space="preserve">temporanea </w:t>
            </w:r>
            <w:r w:rsidR="0041250A">
              <w:rPr>
                <w:rFonts w:ascii="Calibri" w:hAnsi="Calibri"/>
                <w:b/>
              </w:rPr>
              <w:t>anno scolastico 20</w:t>
            </w:r>
            <w:r w:rsidR="00530739">
              <w:rPr>
                <w:rFonts w:ascii="Calibri" w:hAnsi="Calibri"/>
                <w:b/>
              </w:rPr>
              <w:t>2</w:t>
            </w:r>
            <w:r w:rsidR="00C021EA">
              <w:rPr>
                <w:rFonts w:ascii="Calibri" w:hAnsi="Calibri"/>
                <w:b/>
              </w:rPr>
              <w:t>4</w:t>
            </w:r>
            <w:r w:rsidR="0041250A">
              <w:rPr>
                <w:rFonts w:ascii="Calibri" w:hAnsi="Calibri"/>
                <w:b/>
              </w:rPr>
              <w:t>/20</w:t>
            </w:r>
            <w:r w:rsidR="00805D66">
              <w:rPr>
                <w:rFonts w:ascii="Calibri" w:hAnsi="Calibri"/>
                <w:b/>
              </w:rPr>
              <w:t>2</w:t>
            </w:r>
            <w:r w:rsidR="00C021EA">
              <w:rPr>
                <w:rFonts w:ascii="Calibri" w:hAnsi="Calibri"/>
                <w:b/>
              </w:rPr>
              <w:t>5</w:t>
            </w:r>
            <w:r w:rsidR="00805D66">
              <w:rPr>
                <w:rFonts w:ascii="Calibri" w:hAnsi="Calibri"/>
                <w:b/>
              </w:rPr>
              <w:t>.</w:t>
            </w:r>
          </w:p>
        </w:tc>
      </w:tr>
    </w:tbl>
    <w:p w14:paraId="05EBD501" w14:textId="77777777" w:rsidR="006F6370" w:rsidRDefault="006F6370" w:rsidP="006F6370">
      <w:pPr>
        <w:jc w:val="center"/>
      </w:pPr>
    </w:p>
    <w:p w14:paraId="4357331F" w14:textId="77777777" w:rsidR="00291B6B" w:rsidRPr="00EF6627" w:rsidRDefault="00291B6B" w:rsidP="006F6370">
      <w:pPr>
        <w:jc w:val="center"/>
      </w:pPr>
    </w:p>
    <w:p w14:paraId="0351091A"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56D6DFF1"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3BC2DEFB" w14:textId="77777777">
        <w:trPr>
          <w:trHeight w:val="325"/>
        </w:trPr>
        <w:tc>
          <w:tcPr>
            <w:tcW w:w="3047" w:type="dxa"/>
            <w:tcBorders>
              <w:top w:val="nil"/>
              <w:left w:val="nil"/>
              <w:bottom w:val="nil"/>
              <w:right w:val="nil"/>
            </w:tcBorders>
          </w:tcPr>
          <w:p w14:paraId="0C5A14EC"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76E14938"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6159D286" w14:textId="77777777">
        <w:trPr>
          <w:trHeight w:val="323"/>
        </w:trPr>
        <w:tc>
          <w:tcPr>
            <w:tcW w:w="3047" w:type="dxa"/>
            <w:tcBorders>
              <w:top w:val="nil"/>
              <w:left w:val="nil"/>
              <w:bottom w:val="nil"/>
              <w:right w:val="nil"/>
            </w:tcBorders>
          </w:tcPr>
          <w:p w14:paraId="3DF123EB"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66FBB4F4" w14:textId="77777777" w:rsidR="006F6370" w:rsidRPr="00B43B87" w:rsidRDefault="006F6370" w:rsidP="006161A8">
            <w:pPr>
              <w:rPr>
                <w:rFonts w:ascii="Calibri" w:hAnsi="Calibri"/>
              </w:rPr>
            </w:pPr>
          </w:p>
        </w:tc>
      </w:tr>
      <w:tr w:rsidR="006F6370" w:rsidRPr="006F3ADA" w14:paraId="0BB846F5" w14:textId="77777777">
        <w:trPr>
          <w:trHeight w:val="323"/>
        </w:trPr>
        <w:tc>
          <w:tcPr>
            <w:tcW w:w="3047" w:type="dxa"/>
            <w:tcBorders>
              <w:top w:val="nil"/>
              <w:left w:val="nil"/>
              <w:bottom w:val="nil"/>
              <w:right w:val="nil"/>
            </w:tcBorders>
          </w:tcPr>
          <w:p w14:paraId="4DEE4F5F"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4A67D08B" w14:textId="77777777" w:rsidR="006F6370" w:rsidRPr="00B43B87" w:rsidRDefault="006F6370" w:rsidP="006161A8">
            <w:pPr>
              <w:rPr>
                <w:rFonts w:ascii="Calibri" w:hAnsi="Calibri"/>
              </w:rPr>
            </w:pPr>
          </w:p>
        </w:tc>
      </w:tr>
      <w:tr w:rsidR="006F6370" w:rsidRPr="006F3ADA" w14:paraId="65A3AA99" w14:textId="77777777">
        <w:trPr>
          <w:trHeight w:val="323"/>
        </w:trPr>
        <w:tc>
          <w:tcPr>
            <w:tcW w:w="3047" w:type="dxa"/>
            <w:tcBorders>
              <w:top w:val="nil"/>
              <w:left w:val="nil"/>
              <w:bottom w:val="nil"/>
              <w:right w:val="nil"/>
            </w:tcBorders>
          </w:tcPr>
          <w:p w14:paraId="3786CC0B"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494E8DD3" w14:textId="77777777" w:rsidR="006F6370" w:rsidRPr="00B43B87" w:rsidRDefault="006F6370" w:rsidP="006161A8">
            <w:pPr>
              <w:rPr>
                <w:rFonts w:ascii="Calibri" w:hAnsi="Calibri"/>
              </w:rPr>
            </w:pPr>
          </w:p>
        </w:tc>
      </w:tr>
      <w:tr w:rsidR="006F6370" w:rsidRPr="006F3ADA" w14:paraId="38775068" w14:textId="77777777">
        <w:trPr>
          <w:trHeight w:val="323"/>
        </w:trPr>
        <w:tc>
          <w:tcPr>
            <w:tcW w:w="3047" w:type="dxa"/>
            <w:tcBorders>
              <w:top w:val="nil"/>
              <w:left w:val="nil"/>
              <w:bottom w:val="nil"/>
              <w:right w:val="nil"/>
            </w:tcBorders>
          </w:tcPr>
          <w:p w14:paraId="52D48C58"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3F18E0DD"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7C06AF56" w14:textId="77777777">
        <w:trPr>
          <w:trHeight w:val="323"/>
        </w:trPr>
        <w:tc>
          <w:tcPr>
            <w:tcW w:w="3047" w:type="dxa"/>
            <w:tcBorders>
              <w:top w:val="nil"/>
              <w:left w:val="nil"/>
              <w:bottom w:val="nil"/>
              <w:right w:val="nil"/>
            </w:tcBorders>
          </w:tcPr>
          <w:p w14:paraId="5454829E"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4923C343"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4C9DB4F3" w14:textId="77777777">
        <w:trPr>
          <w:trHeight w:val="323"/>
        </w:trPr>
        <w:tc>
          <w:tcPr>
            <w:tcW w:w="3047" w:type="dxa"/>
            <w:tcBorders>
              <w:top w:val="nil"/>
              <w:left w:val="nil"/>
              <w:bottom w:val="nil"/>
              <w:right w:val="nil"/>
            </w:tcBorders>
          </w:tcPr>
          <w:p w14:paraId="278179D1" w14:textId="77777777" w:rsidR="006F6370" w:rsidRPr="00B43B87" w:rsidRDefault="006F6370" w:rsidP="006161A8">
            <w:pPr>
              <w:rPr>
                <w:rFonts w:ascii="Calibri" w:hAnsi="Calibri"/>
                <w:sz w:val="20"/>
              </w:rPr>
            </w:pPr>
            <w:r w:rsidRPr="00B43B87">
              <w:rPr>
                <w:rFonts w:ascii="Calibri" w:hAnsi="Calibri"/>
                <w:sz w:val="20"/>
              </w:rPr>
              <w:t>e-mail privata:</w:t>
            </w:r>
          </w:p>
          <w:p w14:paraId="2D2B1F45"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6A5B5376" w14:textId="77777777" w:rsidR="006F6370" w:rsidRPr="00B43B87" w:rsidRDefault="006F6370" w:rsidP="006161A8">
            <w:pPr>
              <w:rPr>
                <w:rFonts w:ascii="Calibri" w:hAnsi="Calibri"/>
              </w:rPr>
            </w:pPr>
          </w:p>
        </w:tc>
      </w:tr>
      <w:tr w:rsidR="00292BBB" w:rsidRPr="006F3ADA" w14:paraId="3B940054" w14:textId="77777777">
        <w:trPr>
          <w:trHeight w:val="323"/>
        </w:trPr>
        <w:tc>
          <w:tcPr>
            <w:tcW w:w="3047" w:type="dxa"/>
            <w:tcBorders>
              <w:top w:val="nil"/>
              <w:left w:val="nil"/>
              <w:bottom w:val="nil"/>
              <w:right w:val="nil"/>
            </w:tcBorders>
          </w:tcPr>
          <w:p w14:paraId="5933BB5F"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30A81756" w14:textId="77777777" w:rsidR="00292BBB" w:rsidRPr="00B43B87" w:rsidRDefault="00292BBB" w:rsidP="006161A8">
            <w:pPr>
              <w:rPr>
                <w:rFonts w:ascii="Calibri" w:hAnsi="Calibri"/>
              </w:rPr>
            </w:pPr>
          </w:p>
        </w:tc>
      </w:tr>
      <w:tr w:rsidR="00292BBB" w:rsidRPr="006F3ADA" w14:paraId="72B1CBBB" w14:textId="77777777">
        <w:trPr>
          <w:trHeight w:val="323"/>
        </w:trPr>
        <w:tc>
          <w:tcPr>
            <w:tcW w:w="3047" w:type="dxa"/>
            <w:tcBorders>
              <w:top w:val="nil"/>
              <w:left w:val="nil"/>
              <w:bottom w:val="nil"/>
              <w:right w:val="nil"/>
            </w:tcBorders>
          </w:tcPr>
          <w:p w14:paraId="37DD784C"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465CD706" w14:textId="77777777" w:rsidR="00292BBB" w:rsidRPr="00B43B87" w:rsidRDefault="00292BBB" w:rsidP="006161A8">
            <w:pPr>
              <w:rPr>
                <w:rFonts w:ascii="Calibri" w:hAnsi="Calibri"/>
              </w:rPr>
            </w:pPr>
          </w:p>
        </w:tc>
      </w:tr>
    </w:tbl>
    <w:p w14:paraId="29E1BADF"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102B1E2B" w14:textId="77777777">
        <w:trPr>
          <w:trHeight w:val="362"/>
        </w:trPr>
        <w:tc>
          <w:tcPr>
            <w:tcW w:w="1418" w:type="dxa"/>
            <w:tcBorders>
              <w:top w:val="nil"/>
              <w:left w:val="nil"/>
              <w:bottom w:val="nil"/>
              <w:right w:val="single" w:sz="6" w:space="0" w:color="auto"/>
            </w:tcBorders>
          </w:tcPr>
          <w:p w14:paraId="53CAD341"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271741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28554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05CB42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F770AF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4EC695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C911C1E"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5F0A6F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C42BD3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762564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95A7F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592FA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85143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665954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21D15C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0D8F0E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D9E623B" w14:textId="77777777" w:rsidR="006F6370" w:rsidRPr="006F3ADA" w:rsidRDefault="006F6370" w:rsidP="006161A8">
            <w:pPr>
              <w:rPr>
                <w:sz w:val="20"/>
              </w:rPr>
            </w:pPr>
          </w:p>
        </w:tc>
      </w:tr>
    </w:tbl>
    <w:p w14:paraId="61311BF4" w14:textId="77777777" w:rsidR="006F6370" w:rsidRPr="006F3ADA" w:rsidRDefault="006F6370" w:rsidP="006F6370">
      <w:pPr>
        <w:rPr>
          <w:sz w:val="20"/>
        </w:rPr>
      </w:pPr>
    </w:p>
    <w:p w14:paraId="340A52A8"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0B11C9E8" w14:textId="77777777" w:rsidR="006F6370" w:rsidRPr="00B43B87" w:rsidRDefault="006F6370" w:rsidP="006F6370">
      <w:pPr>
        <w:rPr>
          <w:rFonts w:ascii="Calibri" w:hAnsi="Calibri"/>
          <w:bCs/>
        </w:rPr>
      </w:pPr>
    </w:p>
    <w:p w14:paraId="447B78B6"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4FD2B722"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6CBAF943" w14:textId="77777777">
        <w:trPr>
          <w:trHeight w:val="244"/>
        </w:trPr>
        <w:tc>
          <w:tcPr>
            <w:tcW w:w="2551" w:type="dxa"/>
            <w:tcBorders>
              <w:top w:val="nil"/>
              <w:left w:val="nil"/>
              <w:bottom w:val="nil"/>
              <w:right w:val="single" w:sz="6" w:space="0" w:color="auto"/>
            </w:tcBorders>
          </w:tcPr>
          <w:p w14:paraId="61C86519" w14:textId="77777777" w:rsidR="006F6370" w:rsidRPr="00B43B87" w:rsidRDefault="006F6370" w:rsidP="006161A8">
            <w:pPr>
              <w:rPr>
                <w:rFonts w:ascii="Calibri" w:hAnsi="Calibri"/>
              </w:rPr>
            </w:pPr>
            <w:r w:rsidRPr="00B43B87">
              <w:rPr>
                <w:rFonts w:ascii="Calibri" w:hAnsi="Calibri"/>
              </w:rPr>
              <w:t xml:space="preserve">Codice scuola </w:t>
            </w:r>
          </w:p>
          <w:p w14:paraId="5FDB507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BA9C927"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3B96CFA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3A94EDA"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3142CD7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6AD1715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FF64DBA"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710D61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4BF17A55"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09EEEA25"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D994A0F" w14:textId="77777777" w:rsidR="006F6370" w:rsidRPr="00B43B87" w:rsidRDefault="006F6370" w:rsidP="006161A8">
            <w:pPr>
              <w:rPr>
                <w:rFonts w:ascii="Calibri" w:hAnsi="Calibri"/>
              </w:rPr>
            </w:pPr>
          </w:p>
        </w:tc>
      </w:tr>
    </w:tbl>
    <w:p w14:paraId="5BF97B0C" w14:textId="77777777" w:rsidR="00D735EE" w:rsidRPr="00B43B87" w:rsidRDefault="00D735EE" w:rsidP="00296876">
      <w:pPr>
        <w:pStyle w:val="Stile"/>
        <w:spacing w:line="235" w:lineRule="exact"/>
        <w:ind w:left="4"/>
        <w:rPr>
          <w:rFonts w:ascii="Calibri" w:hAnsi="Calibri" w:cs="Times New Roman"/>
          <w:lang w:bidi="he-IL"/>
        </w:rPr>
      </w:pPr>
    </w:p>
    <w:p w14:paraId="0CF25101" w14:textId="77777777" w:rsidR="006F6370" w:rsidRPr="00B43B87" w:rsidRDefault="006F6370" w:rsidP="00296876">
      <w:pPr>
        <w:pStyle w:val="Stile"/>
        <w:spacing w:line="235" w:lineRule="exact"/>
        <w:ind w:left="4"/>
        <w:rPr>
          <w:rFonts w:ascii="Calibri" w:hAnsi="Calibri" w:cs="Times New Roman"/>
          <w:lang w:bidi="he-IL"/>
        </w:rPr>
      </w:pPr>
    </w:p>
    <w:p w14:paraId="471A5E71"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59A5EF0A" w14:textId="77777777" w:rsidR="00485C32" w:rsidRPr="00B43B87" w:rsidRDefault="00485C32" w:rsidP="00EF6627">
      <w:pPr>
        <w:pStyle w:val="Stile"/>
        <w:spacing w:line="235" w:lineRule="exact"/>
        <w:ind w:left="4"/>
        <w:jc w:val="center"/>
        <w:rPr>
          <w:rFonts w:ascii="Calibri" w:hAnsi="Calibri" w:cs="Times New Roman"/>
          <w:b/>
          <w:lang w:bidi="he-IL"/>
        </w:rPr>
      </w:pPr>
    </w:p>
    <w:p w14:paraId="4DD0323E" w14:textId="18C1466F" w:rsidR="00805D66"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E62E6A">
        <w:rPr>
          <w:rFonts w:ascii="Calibri" w:hAnsi="Calibri" w:cs="Times New Roman"/>
          <w:lang w:bidi="he-IL"/>
        </w:rPr>
        <w:t xml:space="preserve">temporanea </w:t>
      </w:r>
      <w:r w:rsidR="00805D66">
        <w:rPr>
          <w:rFonts w:ascii="Calibri" w:hAnsi="Calibri" w:cs="Times New Roman"/>
          <w:lang w:bidi="he-IL"/>
        </w:rPr>
        <w:t>dell</w:t>
      </w:r>
      <w:r w:rsidR="00C02EDD">
        <w:rPr>
          <w:rFonts w:ascii="Calibri" w:hAnsi="Calibri" w:cs="Times New Roman"/>
          <w:lang w:bidi="he-IL"/>
        </w:rPr>
        <w:t>’Istituto Comprensivo “</w:t>
      </w:r>
      <w:r w:rsidR="00AB73E9">
        <w:rPr>
          <w:rFonts w:ascii="Calibri" w:hAnsi="Calibri" w:cs="Times New Roman"/>
          <w:lang w:bidi="he-IL"/>
        </w:rPr>
        <w:t xml:space="preserve">Rodari-Marconi” </w:t>
      </w:r>
      <w:r w:rsidR="00C02EDD">
        <w:rPr>
          <w:rFonts w:ascii="Calibri" w:hAnsi="Calibri" w:cs="Times New Roman"/>
          <w:lang w:bidi="he-IL"/>
        </w:rPr>
        <w:t xml:space="preserve">di </w:t>
      </w:r>
      <w:r w:rsidR="00AB73E9">
        <w:rPr>
          <w:rFonts w:ascii="Calibri" w:hAnsi="Calibri" w:cs="Times New Roman"/>
          <w:lang w:bidi="he-IL"/>
        </w:rPr>
        <w:t xml:space="preserve">Porto Sant’Elpidio” </w:t>
      </w:r>
      <w:r w:rsidR="00C02EDD">
        <w:rPr>
          <w:rFonts w:ascii="Calibri" w:hAnsi="Calibri" w:cs="Times New Roman"/>
          <w:lang w:bidi="he-IL"/>
        </w:rPr>
        <w:t>(</w:t>
      </w:r>
      <w:r w:rsidR="00AB73E9">
        <w:rPr>
          <w:rFonts w:ascii="Calibri" w:hAnsi="Calibri" w:cs="Times New Roman"/>
          <w:lang w:bidi="he-IL"/>
        </w:rPr>
        <w:t>FM</w:t>
      </w:r>
      <w:r w:rsidR="00C02EDD">
        <w:rPr>
          <w:rFonts w:ascii="Calibri" w:hAnsi="Calibri" w:cs="Times New Roman"/>
          <w:lang w:bidi="he-IL"/>
        </w:rPr>
        <w:t>)</w:t>
      </w:r>
      <w:r w:rsidR="00805D66">
        <w:rPr>
          <w:rFonts w:ascii="Calibri" w:hAnsi="Calibri" w:cs="Times New Roman"/>
          <w:lang w:bidi="he-IL"/>
        </w:rPr>
        <w:t>:</w:t>
      </w:r>
    </w:p>
    <w:p w14:paraId="472445AC" w14:textId="77777777" w:rsidR="00805D66" w:rsidRDefault="00805D66" w:rsidP="0017084B">
      <w:pPr>
        <w:pStyle w:val="Testodelblocco"/>
        <w:tabs>
          <w:tab w:val="right" w:pos="9540"/>
        </w:tabs>
        <w:ind w:left="0" w:right="0" w:firstLine="851"/>
        <w:rPr>
          <w:rFonts w:ascii="Calibri" w:hAnsi="Calibri"/>
          <w:sz w:val="24"/>
        </w:rPr>
      </w:pPr>
    </w:p>
    <w:p w14:paraId="5591A675" w14:textId="77777777" w:rsidR="00805D66" w:rsidRDefault="00805D66" w:rsidP="0017084B">
      <w:pPr>
        <w:pStyle w:val="Testodelblocco"/>
        <w:tabs>
          <w:tab w:val="right" w:pos="9540"/>
        </w:tabs>
        <w:ind w:left="0" w:right="0" w:firstLine="851"/>
        <w:rPr>
          <w:rFonts w:ascii="Calibri" w:hAnsi="Calibri"/>
          <w:sz w:val="24"/>
        </w:rPr>
      </w:pPr>
    </w:p>
    <w:p w14:paraId="4FABC193" w14:textId="77777777" w:rsidR="00805D66" w:rsidRDefault="00805D66" w:rsidP="0017084B">
      <w:pPr>
        <w:pStyle w:val="Testodelblocco"/>
        <w:tabs>
          <w:tab w:val="right" w:pos="9540"/>
        </w:tabs>
        <w:ind w:left="0" w:right="0" w:firstLine="851"/>
        <w:rPr>
          <w:rFonts w:ascii="Calibri" w:hAnsi="Calibri"/>
          <w:sz w:val="24"/>
        </w:rPr>
      </w:pPr>
    </w:p>
    <w:p w14:paraId="0B2E13E6" w14:textId="77777777" w:rsidR="00805D66" w:rsidRDefault="00805D66" w:rsidP="0017084B">
      <w:pPr>
        <w:pStyle w:val="Testodelblocco"/>
        <w:tabs>
          <w:tab w:val="right" w:pos="9540"/>
        </w:tabs>
        <w:ind w:left="0" w:right="0" w:firstLine="851"/>
        <w:rPr>
          <w:rFonts w:ascii="Calibri" w:hAnsi="Calibri"/>
          <w:sz w:val="24"/>
        </w:rPr>
      </w:pPr>
    </w:p>
    <w:p w14:paraId="01BE1CD3" w14:textId="77777777" w:rsidR="00805D66" w:rsidRDefault="00805D66" w:rsidP="0017084B">
      <w:pPr>
        <w:pStyle w:val="Testodelblocco"/>
        <w:tabs>
          <w:tab w:val="right" w:pos="9540"/>
        </w:tabs>
        <w:ind w:left="0" w:right="0" w:firstLine="851"/>
        <w:rPr>
          <w:rFonts w:ascii="Calibri" w:hAnsi="Calibri"/>
          <w:sz w:val="24"/>
        </w:rPr>
      </w:pPr>
    </w:p>
    <w:p w14:paraId="75647BF4"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lastRenderedPageBreak/>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2AF42D6A"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E00AF7">
        <w:rPr>
          <w:rFonts w:ascii="Calibri" w:hAnsi="Calibri"/>
          <w:sz w:val="24"/>
        </w:rPr>
        <w:t>al</w:t>
      </w:r>
      <w:r w:rsidRPr="00B43B87">
        <w:rPr>
          <w:rFonts w:ascii="Calibri" w:hAnsi="Calibri"/>
          <w:sz w:val="24"/>
        </w:rPr>
        <w:t>l’affidamento d</w:t>
      </w:r>
      <w:r>
        <w:rPr>
          <w:rFonts w:ascii="Calibri" w:hAnsi="Calibri"/>
          <w:sz w:val="24"/>
        </w:rPr>
        <w:t>ell’incarico aggiuntivo di reggenza.</w:t>
      </w:r>
    </w:p>
    <w:p w14:paraId="747F09F4"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p>
    <w:p w14:paraId="48ADDCA9" w14:textId="77777777" w:rsidR="0017084B" w:rsidRPr="00B43B87" w:rsidRDefault="0017084B" w:rsidP="0017084B">
      <w:pPr>
        <w:pStyle w:val="Testodelblocco"/>
        <w:tabs>
          <w:tab w:val="right" w:pos="9540"/>
        </w:tabs>
        <w:ind w:left="0" w:right="0" w:firstLine="851"/>
        <w:rPr>
          <w:rFonts w:ascii="Calibri" w:hAnsi="Calibri"/>
          <w:sz w:val="24"/>
        </w:rPr>
      </w:pPr>
    </w:p>
    <w:p w14:paraId="50F72585"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34674F43"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7A587F0C" w14:textId="77777777" w:rsidR="0017084B" w:rsidRPr="00B43B87" w:rsidRDefault="0017084B" w:rsidP="0017084B">
      <w:pPr>
        <w:rPr>
          <w:rFonts w:ascii="Calibri" w:hAnsi="Calibri"/>
        </w:rPr>
      </w:pPr>
      <w:r w:rsidRPr="00B43B87">
        <w:rPr>
          <w:rFonts w:ascii="Calibri" w:hAnsi="Calibri"/>
        </w:rPr>
        <w:t xml:space="preserve">                                        </w:t>
      </w:r>
    </w:p>
    <w:p w14:paraId="300EFB07"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7C1B7A00" w14:textId="77777777" w:rsidTr="00807E54">
        <w:tc>
          <w:tcPr>
            <w:tcW w:w="4605" w:type="dxa"/>
            <w:shd w:val="clear" w:color="auto" w:fill="auto"/>
          </w:tcPr>
          <w:p w14:paraId="49C10532"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0CF13E36" w14:textId="77777777" w:rsidR="0017084B" w:rsidRPr="00B43B87" w:rsidRDefault="0017084B" w:rsidP="00807E54">
            <w:pPr>
              <w:jc w:val="center"/>
              <w:rPr>
                <w:rFonts w:ascii="Calibri" w:hAnsi="Calibri"/>
              </w:rPr>
            </w:pPr>
            <w:r w:rsidRPr="00B43B87">
              <w:rPr>
                <w:rFonts w:ascii="Calibri" w:hAnsi="Calibri"/>
              </w:rPr>
              <w:t>IL DIRIGENTE SCOLASTICO</w:t>
            </w:r>
          </w:p>
          <w:p w14:paraId="1DEC5870" w14:textId="77777777" w:rsidR="0017084B" w:rsidRPr="00B43B87" w:rsidRDefault="0017084B" w:rsidP="00807E54">
            <w:pPr>
              <w:jc w:val="center"/>
              <w:rPr>
                <w:rFonts w:ascii="Calibri" w:hAnsi="Calibri"/>
              </w:rPr>
            </w:pPr>
          </w:p>
          <w:p w14:paraId="0F098AB8" w14:textId="77777777" w:rsidR="0017084B" w:rsidRPr="00B43B87" w:rsidRDefault="0017084B" w:rsidP="00807E54">
            <w:pPr>
              <w:jc w:val="center"/>
              <w:rPr>
                <w:rFonts w:ascii="Calibri" w:hAnsi="Calibri"/>
                <w:b/>
              </w:rPr>
            </w:pPr>
            <w:r w:rsidRPr="00B43B87">
              <w:rPr>
                <w:rFonts w:ascii="Calibri" w:hAnsi="Calibri"/>
              </w:rPr>
              <w:t>firma digitale</w:t>
            </w:r>
          </w:p>
        </w:tc>
      </w:tr>
    </w:tbl>
    <w:p w14:paraId="452444F1" w14:textId="77777777" w:rsidR="0017084B" w:rsidRDefault="0017084B" w:rsidP="0017084B">
      <w:pPr>
        <w:jc w:val="both"/>
        <w:rPr>
          <w:rFonts w:ascii="Calibri" w:hAnsi="Calibri"/>
          <w:b/>
          <w:sz w:val="28"/>
          <w:szCs w:val="28"/>
        </w:rPr>
      </w:pPr>
    </w:p>
    <w:p w14:paraId="1B759D9B" w14:textId="77777777" w:rsidR="005F40AC" w:rsidRPr="00FD3CDB" w:rsidRDefault="0017084B" w:rsidP="005F40AC">
      <w:pPr>
        <w:jc w:val="center"/>
        <w:rPr>
          <w:rFonts w:ascii="Calibri" w:hAnsi="Calibri" w:cs="Verdana,Bold"/>
          <w:b/>
          <w:bCs/>
          <w:color w:val="000000"/>
          <w:sz w:val="20"/>
          <w:szCs w:val="20"/>
        </w:rPr>
      </w:pPr>
      <w:r>
        <w:rPr>
          <w:rFonts w:ascii="Calibri" w:hAnsi="Calibri"/>
          <w:b/>
          <w:sz w:val="28"/>
          <w:szCs w:val="28"/>
        </w:rPr>
        <w:br w:type="page"/>
      </w:r>
      <w:r w:rsidR="005F40AC" w:rsidRPr="00FD3CDB">
        <w:rPr>
          <w:rFonts w:ascii="Calibri" w:hAnsi="Calibri" w:cs="Verdana,Bold"/>
          <w:b/>
          <w:bCs/>
          <w:color w:val="000000"/>
          <w:sz w:val="20"/>
          <w:szCs w:val="20"/>
        </w:rPr>
        <w:t>INFORMATIVA</w:t>
      </w:r>
    </w:p>
    <w:p w14:paraId="0A2C04CD" w14:textId="77777777" w:rsidR="005F40AC" w:rsidRPr="00FD3CDB" w:rsidRDefault="005F40AC" w:rsidP="005F40AC">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55C0D682" w14:textId="77777777" w:rsidR="005F40AC" w:rsidRPr="00FD3CDB" w:rsidRDefault="005F40AC" w:rsidP="005F40AC">
      <w:pPr>
        <w:adjustRightInd w:val="0"/>
        <w:rPr>
          <w:rFonts w:ascii="Calibri" w:hAnsi="Calibri" w:cs="Verdana"/>
          <w:color w:val="000000"/>
          <w:sz w:val="20"/>
          <w:szCs w:val="20"/>
        </w:rPr>
      </w:pPr>
    </w:p>
    <w:p w14:paraId="61F20F3E" w14:textId="77777777" w:rsidR="005F40AC" w:rsidRDefault="005F40AC" w:rsidP="005F40AC">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 xml:space="preserve">domanda di assegnazione di un incarico aggiuntivo di reggenza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E3FAB72"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0BA0F9CD" w14:textId="77777777" w:rsidR="005F40AC" w:rsidRPr="00FD3CDB" w:rsidRDefault="005F40AC" w:rsidP="005F40AC">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399BE898" w14:textId="77777777" w:rsidR="005F40AC" w:rsidRPr="00FD3CDB" w:rsidRDefault="005F40AC" w:rsidP="005F40AC">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8" w:history="1">
        <w:r w:rsidRPr="00FD3CDB">
          <w:rPr>
            <w:rStyle w:val="Collegamentoipertestuale"/>
            <w:rFonts w:ascii="Calibri" w:hAnsi="Calibri" w:cs="Verdana"/>
            <w:sz w:val="20"/>
            <w:szCs w:val="20"/>
          </w:rPr>
          <w:t>drma@postacert.istruzione.it</w:t>
        </w:r>
      </w:hyperlink>
    </w:p>
    <w:p w14:paraId="2D36CEC2"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9"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AA6C384" w14:textId="77777777" w:rsidR="005F40AC" w:rsidRDefault="005F40AC" w:rsidP="005F40AC">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dirigenziali a decorrere dal 1° settembre 202</w:t>
      </w:r>
      <w:r w:rsidR="00C021EA">
        <w:rPr>
          <w:rFonts w:ascii="Calibri" w:hAnsi="Calibri" w:cs="Verdana"/>
          <w:color w:val="000000"/>
          <w:sz w:val="20"/>
          <w:szCs w:val="20"/>
        </w:rPr>
        <w:t>4</w:t>
      </w:r>
      <w:r>
        <w:rPr>
          <w:rFonts w:ascii="Calibri" w:hAnsi="Calibri" w:cs="Verdana"/>
          <w:color w:val="000000"/>
          <w:sz w:val="20"/>
          <w:szCs w:val="20"/>
        </w:rPr>
        <w:t xml:space="preserve"> </w:t>
      </w:r>
      <w:r w:rsidRPr="00FD3CDB">
        <w:rPr>
          <w:rFonts w:ascii="Calibri" w:hAnsi="Calibri" w:cs="Verdana"/>
          <w:color w:val="000000"/>
          <w:sz w:val="20"/>
          <w:szCs w:val="20"/>
        </w:rPr>
        <w:t>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5AA76D07" w14:textId="77777777" w:rsidR="005F40AC" w:rsidRPr="00FD3CDB" w:rsidRDefault="005F40AC" w:rsidP="005F40AC">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640E89B8"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1CC6526E"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7F54FFBA"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xml:space="preserve"> e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7AE3847E"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Pr>
          <w:rFonts w:ascii="Calibri" w:hAnsi="Calibri" w:cs="Verdana"/>
          <w:color w:val="000000"/>
          <w:sz w:val="20"/>
          <w:szCs w:val="20"/>
        </w:rPr>
        <w:t>inistero dell’istruzione e del merito</w:t>
      </w:r>
      <w:r w:rsidRPr="00FD3CDB">
        <w:rPr>
          <w:rFonts w:ascii="Calibri" w:hAnsi="Calibri" w:cs="Verdana"/>
          <w:color w:val="000000"/>
          <w:sz w:val="20"/>
          <w:szCs w:val="20"/>
        </w:rPr>
        <w:t xml:space="preserve">, agli Uffici finanziari del Ministero dell’Economia, alla Corte dei </w:t>
      </w:r>
      <w:r>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055ED4C8"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Pr>
          <w:rFonts w:ascii="Calibri" w:hAnsi="Calibri" w:cs="Verdana"/>
          <w:color w:val="000000"/>
          <w:sz w:val="20"/>
          <w:szCs w:val="20"/>
        </w:rPr>
        <w:t>dirigenziale</w:t>
      </w:r>
      <w:r w:rsidRPr="00FD3CDB">
        <w:rPr>
          <w:rFonts w:ascii="Calibri" w:hAnsi="Calibri" w:cs="Verdana"/>
          <w:color w:val="000000"/>
          <w:sz w:val="20"/>
          <w:szCs w:val="20"/>
        </w:rPr>
        <w:t>.</w:t>
      </w:r>
    </w:p>
    <w:p w14:paraId="2215ABA3" w14:textId="77777777" w:rsidR="005F40AC" w:rsidRPr="00FD3CDB" w:rsidRDefault="005F40AC" w:rsidP="005F40AC">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346661C9" w14:textId="77777777" w:rsidR="005F40AC" w:rsidRPr="00FD3CDB" w:rsidRDefault="005F40AC" w:rsidP="005F40AC">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56C22021" w14:textId="77777777" w:rsidR="005F40AC" w:rsidRPr="00FD3CDB" w:rsidRDefault="005F40AC" w:rsidP="005F40AC">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70577018" w14:textId="77777777" w:rsidR="005F40AC" w:rsidRPr="00FD3CDB" w:rsidRDefault="005F40AC" w:rsidP="005F40AC">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65744E50" w14:textId="77777777" w:rsidR="005F40AC" w:rsidRDefault="005F40AC" w:rsidP="005F40AC">
      <w:pPr>
        <w:jc w:val="both"/>
        <w:rPr>
          <w:rFonts w:ascii="Calibri" w:hAnsi="Calibri"/>
          <w:b/>
          <w:sz w:val="20"/>
          <w:szCs w:val="20"/>
        </w:rPr>
      </w:pPr>
    </w:p>
    <w:p w14:paraId="39ED4E2C" w14:textId="77777777" w:rsidR="005F40AC" w:rsidRDefault="005F40AC" w:rsidP="0017084B">
      <w:pPr>
        <w:adjustRightInd w:val="0"/>
        <w:jc w:val="center"/>
        <w:rPr>
          <w:rFonts w:ascii="Calibri" w:hAnsi="Calibri"/>
          <w:b/>
          <w:sz w:val="28"/>
          <w:szCs w:val="28"/>
        </w:rPr>
      </w:pPr>
    </w:p>
    <w:sectPr w:rsidR="005F40AC" w:rsidSect="00724F96">
      <w:headerReference w:type="even" r:id="rId10"/>
      <w:headerReference w:type="default" r:id="rId11"/>
      <w:footerReference w:type="even" r:id="rId12"/>
      <w:footerReference w:type="default" r:id="rId13"/>
      <w:headerReference w:type="first" r:id="rId14"/>
      <w:footerReference w:type="first" r:id="rId15"/>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72A9A" w14:textId="77777777" w:rsidR="00235F95" w:rsidRDefault="00235F95">
      <w:r>
        <w:separator/>
      </w:r>
    </w:p>
  </w:endnote>
  <w:endnote w:type="continuationSeparator" w:id="0">
    <w:p w14:paraId="319E1474" w14:textId="77777777" w:rsidR="00235F95" w:rsidRDefault="00235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CE629"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726BA5D"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BFE6"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E8563D">
      <w:rPr>
        <w:rStyle w:val="Numeropagina"/>
        <w:rFonts w:ascii="Calibri" w:hAnsi="Calibri"/>
        <w:noProof/>
      </w:rPr>
      <w:t>3</w:t>
    </w:r>
    <w:r w:rsidRPr="009A7942">
      <w:rPr>
        <w:rStyle w:val="Numeropagina"/>
        <w:rFonts w:ascii="Calibri" w:hAnsi="Calibri"/>
      </w:rPr>
      <w:fldChar w:fldCharType="end"/>
    </w:r>
  </w:p>
  <w:p w14:paraId="1F5FA6C2" w14:textId="2940A6FD" w:rsidR="00805D66" w:rsidRPr="00A15308" w:rsidRDefault="00BE5DB8" w:rsidP="00BE5DB8">
    <w:pPr>
      <w:pStyle w:val="Pidipagina"/>
      <w:ind w:right="360" w:firstLine="360"/>
      <w:rPr>
        <w:rFonts w:ascii="Calibri" w:hAnsi="Calibri"/>
        <w:sz w:val="18"/>
        <w:szCs w:val="18"/>
      </w:rPr>
    </w:pPr>
    <w:r w:rsidRPr="00BE5DB8">
      <w:rPr>
        <w:rFonts w:ascii="Calibri" w:hAnsi="Calibri"/>
        <w:sz w:val="18"/>
        <w:szCs w:val="18"/>
      </w:rPr>
      <w:t xml:space="preserve">202502071820 modello reggenza temporanea IC Rodari Marconi di Porto S Elpidio </w:t>
    </w:r>
    <w:proofErr w:type="spellStart"/>
    <w:r w:rsidRPr="00BE5DB8">
      <w:rPr>
        <w:rFonts w:ascii="Calibri" w:hAnsi="Calibri"/>
        <w:sz w:val="18"/>
        <w:szCs w:val="18"/>
      </w:rPr>
      <w:t>as_2024_2025</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1AFF" w14:textId="77777777" w:rsidR="00E62E6A" w:rsidRDefault="00E62E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DB6EB" w14:textId="77777777" w:rsidR="00235F95" w:rsidRDefault="00235F95">
      <w:r>
        <w:separator/>
      </w:r>
    </w:p>
  </w:footnote>
  <w:footnote w:type="continuationSeparator" w:id="0">
    <w:p w14:paraId="4FB97EE0" w14:textId="77777777" w:rsidR="00235F95" w:rsidRDefault="00235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392F" w14:textId="77777777" w:rsidR="00E62E6A" w:rsidRDefault="00E62E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715C" w14:textId="77777777" w:rsidR="00805D66" w:rsidRDefault="00805D66" w:rsidP="00793E44">
    <w:pPr>
      <w:pStyle w:val="Intestazione"/>
      <w:tabs>
        <w:tab w:val="clear" w:pos="4819"/>
        <w:tab w:val="center" w:pos="6732"/>
      </w:tabs>
      <w:jc w:val="center"/>
      <w:rPr>
        <w:sz w:val="20"/>
        <w:szCs w:val="20"/>
      </w:rPr>
    </w:pPr>
  </w:p>
  <w:p w14:paraId="2CB5AC5E" w14:textId="77777777" w:rsidR="00805D66" w:rsidRDefault="00805D66" w:rsidP="00793E44">
    <w:pPr>
      <w:pStyle w:val="Intestazione"/>
      <w:tabs>
        <w:tab w:val="clear" w:pos="4819"/>
        <w:tab w:val="center" w:pos="6732"/>
      </w:tabs>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7913" w14:textId="77777777" w:rsidR="00E62E6A" w:rsidRDefault="00E62E6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77407356">
    <w:abstractNumId w:val="29"/>
  </w:num>
  <w:num w:numId="2" w16cid:durableId="1784417268">
    <w:abstractNumId w:val="27"/>
  </w:num>
  <w:num w:numId="3" w16cid:durableId="1144080887">
    <w:abstractNumId w:val="13"/>
  </w:num>
  <w:num w:numId="4" w16cid:durableId="1395398836">
    <w:abstractNumId w:val="10"/>
  </w:num>
  <w:num w:numId="5" w16cid:durableId="1455053429">
    <w:abstractNumId w:val="5"/>
  </w:num>
  <w:num w:numId="6" w16cid:durableId="282007200">
    <w:abstractNumId w:val="24"/>
  </w:num>
  <w:num w:numId="7" w16cid:durableId="973831103">
    <w:abstractNumId w:val="28"/>
  </w:num>
  <w:num w:numId="8" w16cid:durableId="669332803">
    <w:abstractNumId w:val="11"/>
  </w:num>
  <w:num w:numId="9" w16cid:durableId="2086797522">
    <w:abstractNumId w:val="22"/>
  </w:num>
  <w:num w:numId="10" w16cid:durableId="798763625">
    <w:abstractNumId w:val="14"/>
  </w:num>
  <w:num w:numId="11" w16cid:durableId="640888297">
    <w:abstractNumId w:val="2"/>
  </w:num>
  <w:num w:numId="12" w16cid:durableId="1834682887">
    <w:abstractNumId w:val="25"/>
  </w:num>
  <w:num w:numId="13" w16cid:durableId="1861505646">
    <w:abstractNumId w:val="15"/>
  </w:num>
  <w:num w:numId="14" w16cid:durableId="124198844">
    <w:abstractNumId w:val="30"/>
  </w:num>
  <w:num w:numId="15" w16cid:durableId="539784003">
    <w:abstractNumId w:val="19"/>
  </w:num>
  <w:num w:numId="16" w16cid:durableId="492840570">
    <w:abstractNumId w:val="1"/>
  </w:num>
  <w:num w:numId="17" w16cid:durableId="1608463725">
    <w:abstractNumId w:val="31"/>
  </w:num>
  <w:num w:numId="18" w16cid:durableId="1150633220">
    <w:abstractNumId w:val="6"/>
  </w:num>
  <w:num w:numId="19" w16cid:durableId="1852180529">
    <w:abstractNumId w:val="8"/>
  </w:num>
  <w:num w:numId="20" w16cid:durableId="1987128898">
    <w:abstractNumId w:val="16"/>
  </w:num>
  <w:num w:numId="21" w16cid:durableId="1534147327">
    <w:abstractNumId w:val="3"/>
  </w:num>
  <w:num w:numId="22" w16cid:durableId="2090691985">
    <w:abstractNumId w:val="17"/>
  </w:num>
  <w:num w:numId="23" w16cid:durableId="309134218">
    <w:abstractNumId w:val="23"/>
  </w:num>
  <w:num w:numId="24" w16cid:durableId="7995866">
    <w:abstractNumId w:val="26"/>
  </w:num>
  <w:num w:numId="25" w16cid:durableId="632053378">
    <w:abstractNumId w:val="0"/>
  </w:num>
  <w:num w:numId="26" w16cid:durableId="2073694278">
    <w:abstractNumId w:val="9"/>
  </w:num>
  <w:num w:numId="27" w16cid:durableId="122426821">
    <w:abstractNumId w:val="32"/>
  </w:num>
  <w:num w:numId="28" w16cid:durableId="1223753770">
    <w:abstractNumId w:val="21"/>
  </w:num>
  <w:num w:numId="29" w16cid:durableId="1846164171">
    <w:abstractNumId w:val="4"/>
  </w:num>
  <w:num w:numId="30" w16cid:durableId="1042486496">
    <w:abstractNumId w:val="33"/>
  </w:num>
  <w:num w:numId="31" w16cid:durableId="2004695364">
    <w:abstractNumId w:val="20"/>
  </w:num>
  <w:num w:numId="32" w16cid:durableId="477573957">
    <w:abstractNumId w:val="12"/>
  </w:num>
  <w:num w:numId="33" w16cid:durableId="764761940">
    <w:abstractNumId w:val="35"/>
  </w:num>
  <w:num w:numId="34" w16cid:durableId="1823960815">
    <w:abstractNumId w:val="7"/>
  </w:num>
  <w:num w:numId="35" w16cid:durableId="278807218">
    <w:abstractNumId w:val="34"/>
  </w:num>
  <w:num w:numId="36" w16cid:durableId="20371893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80D7A"/>
    <w:rsid w:val="00094A57"/>
    <w:rsid w:val="000971DA"/>
    <w:rsid w:val="000A01F9"/>
    <w:rsid w:val="000A5B20"/>
    <w:rsid w:val="000B1D1C"/>
    <w:rsid w:val="000B5AA6"/>
    <w:rsid w:val="000C151D"/>
    <w:rsid w:val="000C5A5E"/>
    <w:rsid w:val="000D1025"/>
    <w:rsid w:val="000D2348"/>
    <w:rsid w:val="000E0B4F"/>
    <w:rsid w:val="000E5B63"/>
    <w:rsid w:val="000E6B53"/>
    <w:rsid w:val="000F0309"/>
    <w:rsid w:val="000F2D73"/>
    <w:rsid w:val="000F587A"/>
    <w:rsid w:val="001019E8"/>
    <w:rsid w:val="00104819"/>
    <w:rsid w:val="00105174"/>
    <w:rsid w:val="00115835"/>
    <w:rsid w:val="001167FF"/>
    <w:rsid w:val="0012458A"/>
    <w:rsid w:val="001267C5"/>
    <w:rsid w:val="001269A9"/>
    <w:rsid w:val="00132D62"/>
    <w:rsid w:val="00134F14"/>
    <w:rsid w:val="00144374"/>
    <w:rsid w:val="00154AE3"/>
    <w:rsid w:val="00155578"/>
    <w:rsid w:val="00155FF6"/>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307F"/>
    <w:rsid w:val="00232C03"/>
    <w:rsid w:val="00235EC5"/>
    <w:rsid w:val="00235F95"/>
    <w:rsid w:val="002435AE"/>
    <w:rsid w:val="00244637"/>
    <w:rsid w:val="00247CA3"/>
    <w:rsid w:val="00251DA6"/>
    <w:rsid w:val="00262516"/>
    <w:rsid w:val="00264942"/>
    <w:rsid w:val="00267808"/>
    <w:rsid w:val="002717E7"/>
    <w:rsid w:val="002818AE"/>
    <w:rsid w:val="00281EBB"/>
    <w:rsid w:val="002823AC"/>
    <w:rsid w:val="00284B8C"/>
    <w:rsid w:val="00286DE9"/>
    <w:rsid w:val="00287890"/>
    <w:rsid w:val="00291B6B"/>
    <w:rsid w:val="00292BBB"/>
    <w:rsid w:val="002933EC"/>
    <w:rsid w:val="002950AE"/>
    <w:rsid w:val="00295E0A"/>
    <w:rsid w:val="00296876"/>
    <w:rsid w:val="00296988"/>
    <w:rsid w:val="00297EB7"/>
    <w:rsid w:val="002A651C"/>
    <w:rsid w:val="002A7DD5"/>
    <w:rsid w:val="002B0B24"/>
    <w:rsid w:val="002B3EF9"/>
    <w:rsid w:val="002B47D2"/>
    <w:rsid w:val="002B5B29"/>
    <w:rsid w:val="002C49CE"/>
    <w:rsid w:val="002D3FAD"/>
    <w:rsid w:val="002F6AE3"/>
    <w:rsid w:val="00306B3C"/>
    <w:rsid w:val="003144FE"/>
    <w:rsid w:val="00314C5F"/>
    <w:rsid w:val="00316CDF"/>
    <w:rsid w:val="00321CFB"/>
    <w:rsid w:val="00331917"/>
    <w:rsid w:val="00334012"/>
    <w:rsid w:val="0033440C"/>
    <w:rsid w:val="003363E2"/>
    <w:rsid w:val="00345005"/>
    <w:rsid w:val="003477ED"/>
    <w:rsid w:val="003632E5"/>
    <w:rsid w:val="00372D5E"/>
    <w:rsid w:val="00373000"/>
    <w:rsid w:val="00374186"/>
    <w:rsid w:val="0037567B"/>
    <w:rsid w:val="00376302"/>
    <w:rsid w:val="00390B83"/>
    <w:rsid w:val="00392520"/>
    <w:rsid w:val="003A1638"/>
    <w:rsid w:val="003A17FB"/>
    <w:rsid w:val="003B078C"/>
    <w:rsid w:val="003C07C6"/>
    <w:rsid w:val="003C5C2A"/>
    <w:rsid w:val="003D0EDF"/>
    <w:rsid w:val="003D19B3"/>
    <w:rsid w:val="003D67D8"/>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6DBC"/>
    <w:rsid w:val="004C7711"/>
    <w:rsid w:val="004D0F13"/>
    <w:rsid w:val="004E0434"/>
    <w:rsid w:val="004E61A9"/>
    <w:rsid w:val="004F228C"/>
    <w:rsid w:val="004F36F4"/>
    <w:rsid w:val="004F6B9E"/>
    <w:rsid w:val="00501786"/>
    <w:rsid w:val="00511DF9"/>
    <w:rsid w:val="00530739"/>
    <w:rsid w:val="005335D7"/>
    <w:rsid w:val="005355FF"/>
    <w:rsid w:val="00543B5B"/>
    <w:rsid w:val="00543E26"/>
    <w:rsid w:val="005641C6"/>
    <w:rsid w:val="0056625D"/>
    <w:rsid w:val="00576E1E"/>
    <w:rsid w:val="00582EFA"/>
    <w:rsid w:val="00584E1D"/>
    <w:rsid w:val="005860BC"/>
    <w:rsid w:val="0059517A"/>
    <w:rsid w:val="00595536"/>
    <w:rsid w:val="00595CEC"/>
    <w:rsid w:val="005A5387"/>
    <w:rsid w:val="005B3FC0"/>
    <w:rsid w:val="005B7240"/>
    <w:rsid w:val="005B753A"/>
    <w:rsid w:val="005D3BF2"/>
    <w:rsid w:val="005E13A1"/>
    <w:rsid w:val="005F12E2"/>
    <w:rsid w:val="005F40AC"/>
    <w:rsid w:val="005F4306"/>
    <w:rsid w:val="005F5673"/>
    <w:rsid w:val="005F7C21"/>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7017BF"/>
    <w:rsid w:val="007032D2"/>
    <w:rsid w:val="0071227B"/>
    <w:rsid w:val="0072406D"/>
    <w:rsid w:val="00724513"/>
    <w:rsid w:val="00724F96"/>
    <w:rsid w:val="007256BC"/>
    <w:rsid w:val="00740FCC"/>
    <w:rsid w:val="007503C1"/>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25E9C"/>
    <w:rsid w:val="00844EB1"/>
    <w:rsid w:val="008618F7"/>
    <w:rsid w:val="008654BB"/>
    <w:rsid w:val="008657E4"/>
    <w:rsid w:val="00871A02"/>
    <w:rsid w:val="00881676"/>
    <w:rsid w:val="00891E48"/>
    <w:rsid w:val="00892C0E"/>
    <w:rsid w:val="00896AFF"/>
    <w:rsid w:val="008A2FF7"/>
    <w:rsid w:val="008A5103"/>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4280"/>
    <w:rsid w:val="00906BB4"/>
    <w:rsid w:val="00912776"/>
    <w:rsid w:val="009129C5"/>
    <w:rsid w:val="009203E2"/>
    <w:rsid w:val="00926EBE"/>
    <w:rsid w:val="00927949"/>
    <w:rsid w:val="00931758"/>
    <w:rsid w:val="00931DA9"/>
    <w:rsid w:val="00933771"/>
    <w:rsid w:val="00934358"/>
    <w:rsid w:val="0094039A"/>
    <w:rsid w:val="00953F1F"/>
    <w:rsid w:val="00961FA0"/>
    <w:rsid w:val="00966266"/>
    <w:rsid w:val="00967630"/>
    <w:rsid w:val="00970159"/>
    <w:rsid w:val="009708B1"/>
    <w:rsid w:val="00972449"/>
    <w:rsid w:val="00985818"/>
    <w:rsid w:val="00990150"/>
    <w:rsid w:val="0099016F"/>
    <w:rsid w:val="00997494"/>
    <w:rsid w:val="009A0ADB"/>
    <w:rsid w:val="009A7942"/>
    <w:rsid w:val="009B0443"/>
    <w:rsid w:val="009B4D95"/>
    <w:rsid w:val="009C05F9"/>
    <w:rsid w:val="009C1DCE"/>
    <w:rsid w:val="009C7A61"/>
    <w:rsid w:val="009D2366"/>
    <w:rsid w:val="009D2ADB"/>
    <w:rsid w:val="009D2BA7"/>
    <w:rsid w:val="009E06CD"/>
    <w:rsid w:val="009E78DA"/>
    <w:rsid w:val="009E7F03"/>
    <w:rsid w:val="00A02BA7"/>
    <w:rsid w:val="00A100A3"/>
    <w:rsid w:val="00A10A78"/>
    <w:rsid w:val="00A12383"/>
    <w:rsid w:val="00A1427F"/>
    <w:rsid w:val="00A15308"/>
    <w:rsid w:val="00A16D09"/>
    <w:rsid w:val="00A24536"/>
    <w:rsid w:val="00A31101"/>
    <w:rsid w:val="00A37560"/>
    <w:rsid w:val="00A42620"/>
    <w:rsid w:val="00A4279A"/>
    <w:rsid w:val="00A42E5D"/>
    <w:rsid w:val="00A712CE"/>
    <w:rsid w:val="00A72FEC"/>
    <w:rsid w:val="00A80F45"/>
    <w:rsid w:val="00A80FA9"/>
    <w:rsid w:val="00A8258A"/>
    <w:rsid w:val="00A8499B"/>
    <w:rsid w:val="00A92911"/>
    <w:rsid w:val="00A93307"/>
    <w:rsid w:val="00A95A9A"/>
    <w:rsid w:val="00A96F90"/>
    <w:rsid w:val="00A972A3"/>
    <w:rsid w:val="00AA2191"/>
    <w:rsid w:val="00AA78A4"/>
    <w:rsid w:val="00AB2788"/>
    <w:rsid w:val="00AB3A6A"/>
    <w:rsid w:val="00AB73E9"/>
    <w:rsid w:val="00AB7601"/>
    <w:rsid w:val="00AC178B"/>
    <w:rsid w:val="00AC243E"/>
    <w:rsid w:val="00AC747F"/>
    <w:rsid w:val="00AD0292"/>
    <w:rsid w:val="00AE4EE5"/>
    <w:rsid w:val="00AF3C99"/>
    <w:rsid w:val="00AF49D2"/>
    <w:rsid w:val="00B052F5"/>
    <w:rsid w:val="00B2107A"/>
    <w:rsid w:val="00B24980"/>
    <w:rsid w:val="00B32278"/>
    <w:rsid w:val="00B3704A"/>
    <w:rsid w:val="00B43B87"/>
    <w:rsid w:val="00B46A36"/>
    <w:rsid w:val="00B472D3"/>
    <w:rsid w:val="00B47E7A"/>
    <w:rsid w:val="00B51D70"/>
    <w:rsid w:val="00B52FD6"/>
    <w:rsid w:val="00B56BF3"/>
    <w:rsid w:val="00B63280"/>
    <w:rsid w:val="00B73B24"/>
    <w:rsid w:val="00B7773F"/>
    <w:rsid w:val="00B85EE4"/>
    <w:rsid w:val="00B929E9"/>
    <w:rsid w:val="00B969AE"/>
    <w:rsid w:val="00BA104C"/>
    <w:rsid w:val="00BA5146"/>
    <w:rsid w:val="00BA7997"/>
    <w:rsid w:val="00BB0E28"/>
    <w:rsid w:val="00BD1B03"/>
    <w:rsid w:val="00BD3FBE"/>
    <w:rsid w:val="00BE5DB8"/>
    <w:rsid w:val="00BE6EBC"/>
    <w:rsid w:val="00BE7140"/>
    <w:rsid w:val="00BF02C9"/>
    <w:rsid w:val="00BF4574"/>
    <w:rsid w:val="00BF6096"/>
    <w:rsid w:val="00C021EA"/>
    <w:rsid w:val="00C02EDD"/>
    <w:rsid w:val="00C10D4A"/>
    <w:rsid w:val="00C12783"/>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B161A"/>
    <w:rsid w:val="00CB4698"/>
    <w:rsid w:val="00CC147E"/>
    <w:rsid w:val="00CC6626"/>
    <w:rsid w:val="00CC7D44"/>
    <w:rsid w:val="00CD4388"/>
    <w:rsid w:val="00CE34ED"/>
    <w:rsid w:val="00CE5D04"/>
    <w:rsid w:val="00CF0A9B"/>
    <w:rsid w:val="00CF2570"/>
    <w:rsid w:val="00D049DF"/>
    <w:rsid w:val="00D062C2"/>
    <w:rsid w:val="00D06B1F"/>
    <w:rsid w:val="00D13722"/>
    <w:rsid w:val="00D159A8"/>
    <w:rsid w:val="00D246D8"/>
    <w:rsid w:val="00D272FA"/>
    <w:rsid w:val="00D3109B"/>
    <w:rsid w:val="00D31368"/>
    <w:rsid w:val="00D34AFE"/>
    <w:rsid w:val="00D34D71"/>
    <w:rsid w:val="00D36F84"/>
    <w:rsid w:val="00D426B9"/>
    <w:rsid w:val="00D434C6"/>
    <w:rsid w:val="00D5788B"/>
    <w:rsid w:val="00D57968"/>
    <w:rsid w:val="00D62A1C"/>
    <w:rsid w:val="00D667C2"/>
    <w:rsid w:val="00D735EE"/>
    <w:rsid w:val="00D8045C"/>
    <w:rsid w:val="00D82BA1"/>
    <w:rsid w:val="00D9751B"/>
    <w:rsid w:val="00DB4EA8"/>
    <w:rsid w:val="00DD1E9B"/>
    <w:rsid w:val="00DD3B02"/>
    <w:rsid w:val="00DE2AC7"/>
    <w:rsid w:val="00DF6B91"/>
    <w:rsid w:val="00E00AF7"/>
    <w:rsid w:val="00E047C7"/>
    <w:rsid w:val="00E048AD"/>
    <w:rsid w:val="00E06ED0"/>
    <w:rsid w:val="00E161BD"/>
    <w:rsid w:val="00E175EF"/>
    <w:rsid w:val="00E35E4F"/>
    <w:rsid w:val="00E40EA2"/>
    <w:rsid w:val="00E55C3A"/>
    <w:rsid w:val="00E62E6A"/>
    <w:rsid w:val="00E63D12"/>
    <w:rsid w:val="00E64277"/>
    <w:rsid w:val="00E65E8C"/>
    <w:rsid w:val="00E705E3"/>
    <w:rsid w:val="00E7563D"/>
    <w:rsid w:val="00E77839"/>
    <w:rsid w:val="00E8563D"/>
    <w:rsid w:val="00E87598"/>
    <w:rsid w:val="00E91188"/>
    <w:rsid w:val="00EA0F09"/>
    <w:rsid w:val="00EA17A4"/>
    <w:rsid w:val="00EB2682"/>
    <w:rsid w:val="00EF408E"/>
    <w:rsid w:val="00EF6627"/>
    <w:rsid w:val="00F0095A"/>
    <w:rsid w:val="00F04DAD"/>
    <w:rsid w:val="00F10DE3"/>
    <w:rsid w:val="00F11995"/>
    <w:rsid w:val="00F11A39"/>
    <w:rsid w:val="00F174B7"/>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4F09D"/>
  <w15:chartTrackingRefBased/>
  <w15:docId w15:val="{27E9A282-CAA0-4B8B-AE29-15BD8A68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PD@istruzione.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intestata 06.dot</Template>
  <TotalTime>6</TotalTime>
  <Pages>3</Pages>
  <Words>1114</Words>
  <Characters>6353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202408212047 modello reggenza_2024_2025</vt:lpstr>
    </vt:vector>
  </TitlesOfParts>
  <Company>Regione Emilia-Romagna</Company>
  <LinksUpToDate>false</LinksUpToDate>
  <CharactersWithSpaces>7453</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202502071820 modello reggenza temporanea IC Rodari Marconi di Porto S Elpidio as_2024_2025</dc:title>
  <dc:subject/>
  <dc:creator>mi00224</dc:creator>
  <cp:keywords/>
  <cp:lastModifiedBy>Mariani Giancarlo</cp:lastModifiedBy>
  <cp:revision>6</cp:revision>
  <cp:lastPrinted>2013-06-14T12:25:00Z</cp:lastPrinted>
  <dcterms:created xsi:type="dcterms:W3CDTF">2025-01-24T17:38:00Z</dcterms:created>
  <dcterms:modified xsi:type="dcterms:W3CDTF">2025-02-07T19:15:00Z</dcterms:modified>
</cp:coreProperties>
</file>