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8AB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3CCA6A90" w14:textId="77777777" w:rsidTr="00C76FB9">
        <w:tc>
          <w:tcPr>
            <w:tcW w:w="1963" w:type="dxa"/>
            <w:tcBorders>
              <w:top w:val="nil"/>
              <w:left w:val="nil"/>
              <w:bottom w:val="nil"/>
              <w:right w:val="nil"/>
            </w:tcBorders>
            <w:shd w:val="clear" w:color="auto" w:fill="auto"/>
          </w:tcPr>
          <w:p w14:paraId="3840C4C0"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7C8DDC8"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5FF107F0" w14:textId="77777777"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ANNUALE </w:t>
            </w:r>
            <w:r w:rsidR="00530739">
              <w:rPr>
                <w:rFonts w:ascii="Calibri" w:hAnsi="Calibri"/>
                <w:b/>
              </w:rPr>
              <w:t>O TEMPORANEA PER L’ANNO SCOLASTICO 202</w:t>
            </w:r>
            <w:r w:rsidR="00DD3B02">
              <w:rPr>
                <w:rFonts w:ascii="Calibri" w:hAnsi="Calibri"/>
                <w:b/>
              </w:rPr>
              <w:t>3</w:t>
            </w:r>
            <w:r w:rsidR="00530739">
              <w:rPr>
                <w:rFonts w:ascii="Calibri" w:hAnsi="Calibri"/>
                <w:b/>
              </w:rPr>
              <w:t>/202</w:t>
            </w:r>
            <w:r w:rsidR="00DD3B02">
              <w:rPr>
                <w:rFonts w:ascii="Calibri" w:hAnsi="Calibri"/>
                <w:b/>
              </w:rPr>
              <w:t>4</w:t>
            </w:r>
          </w:p>
        </w:tc>
      </w:tr>
    </w:tbl>
    <w:p w14:paraId="3C66F120"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2FB852E5" w14:textId="77777777" w:rsidTr="00D159A8">
        <w:tc>
          <w:tcPr>
            <w:tcW w:w="4644" w:type="dxa"/>
            <w:shd w:val="clear" w:color="auto" w:fill="auto"/>
          </w:tcPr>
          <w:p w14:paraId="543D3828"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4BA04713" w14:textId="77777777" w:rsidR="006F6370" w:rsidRPr="00B43B87" w:rsidRDefault="006F6370" w:rsidP="006161A8">
            <w:pPr>
              <w:rPr>
                <w:rFonts w:ascii="Calibri" w:hAnsi="Calibri"/>
                <w:b/>
              </w:rPr>
            </w:pPr>
            <w:r w:rsidRPr="00B43B87">
              <w:rPr>
                <w:rFonts w:ascii="Calibri" w:hAnsi="Calibri"/>
                <w:b/>
              </w:rPr>
              <w:t>Direttore Generale</w:t>
            </w:r>
          </w:p>
          <w:p w14:paraId="5ED376FF"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7188FF55"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26F5CA37" w14:textId="77777777" w:rsidTr="00D159A8">
        <w:tc>
          <w:tcPr>
            <w:tcW w:w="4644" w:type="dxa"/>
            <w:shd w:val="clear" w:color="auto" w:fill="auto"/>
          </w:tcPr>
          <w:p w14:paraId="4D50EE23" w14:textId="77777777" w:rsidR="00B43B87" w:rsidRPr="00B43B87" w:rsidRDefault="00B43B87" w:rsidP="00D159A8">
            <w:pPr>
              <w:jc w:val="right"/>
              <w:rPr>
                <w:rFonts w:ascii="Calibri" w:hAnsi="Calibri"/>
                <w:b/>
              </w:rPr>
            </w:pPr>
          </w:p>
        </w:tc>
        <w:tc>
          <w:tcPr>
            <w:tcW w:w="5210" w:type="dxa"/>
            <w:shd w:val="clear" w:color="auto" w:fill="auto"/>
          </w:tcPr>
          <w:p w14:paraId="34CC917A" w14:textId="77777777" w:rsidR="00B43B87" w:rsidRPr="00B43B87" w:rsidRDefault="00000000" w:rsidP="006161A8">
            <w:pPr>
              <w:rPr>
                <w:rFonts w:ascii="Calibri" w:hAnsi="Calibri"/>
                <w:b/>
              </w:rPr>
            </w:pPr>
            <w:hyperlink r:id="rId7"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3E5B721A" w14:textId="77777777" w:rsidR="006F6370" w:rsidRDefault="006F6370" w:rsidP="006F6370">
      <w:pPr>
        <w:rPr>
          <w:rFonts w:ascii="Calibri" w:hAnsi="Calibri"/>
        </w:rPr>
      </w:pPr>
    </w:p>
    <w:p w14:paraId="55352C48"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7F8F9A35" w14:textId="77777777" w:rsidTr="00D159A8">
        <w:tc>
          <w:tcPr>
            <w:tcW w:w="1242" w:type="dxa"/>
            <w:shd w:val="clear" w:color="auto" w:fill="auto"/>
          </w:tcPr>
          <w:p w14:paraId="73F0A204"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18467D0" w14:textId="1C35B5D6"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88112E">
              <w:rPr>
                <w:rFonts w:ascii="Calibri" w:hAnsi="Calibri"/>
                <w:b/>
              </w:rPr>
              <w:t xml:space="preserve">temporanea </w:t>
            </w:r>
            <w:r w:rsidR="0041250A">
              <w:rPr>
                <w:rFonts w:ascii="Calibri" w:hAnsi="Calibri"/>
                <w:b/>
              </w:rPr>
              <w:t>anno scolastico 20</w:t>
            </w:r>
            <w:r w:rsidR="00530739">
              <w:rPr>
                <w:rFonts w:ascii="Calibri" w:hAnsi="Calibri"/>
                <w:b/>
              </w:rPr>
              <w:t>2</w:t>
            </w:r>
            <w:r w:rsidR="00DD3B02">
              <w:rPr>
                <w:rFonts w:ascii="Calibri" w:hAnsi="Calibri"/>
                <w:b/>
              </w:rPr>
              <w:t>3</w:t>
            </w:r>
            <w:r w:rsidR="0041250A">
              <w:rPr>
                <w:rFonts w:ascii="Calibri" w:hAnsi="Calibri"/>
                <w:b/>
              </w:rPr>
              <w:t>/20</w:t>
            </w:r>
            <w:r w:rsidR="00805D66">
              <w:rPr>
                <w:rFonts w:ascii="Calibri" w:hAnsi="Calibri"/>
                <w:b/>
              </w:rPr>
              <w:t>2</w:t>
            </w:r>
            <w:r w:rsidR="00DD3B02">
              <w:rPr>
                <w:rFonts w:ascii="Calibri" w:hAnsi="Calibri"/>
                <w:b/>
              </w:rPr>
              <w:t>4</w:t>
            </w:r>
            <w:r w:rsidR="005F6482">
              <w:rPr>
                <w:rFonts w:ascii="Calibri" w:hAnsi="Calibri"/>
                <w:b/>
              </w:rPr>
              <w:t xml:space="preserve"> </w:t>
            </w:r>
            <w:r w:rsidR="00F3171C">
              <w:rPr>
                <w:rFonts w:ascii="Calibri" w:hAnsi="Calibri"/>
                <w:b/>
              </w:rPr>
              <w:t xml:space="preserve">Istituto Comprensivo di </w:t>
            </w:r>
            <w:r w:rsidR="000D7805">
              <w:rPr>
                <w:rFonts w:ascii="Calibri" w:hAnsi="Calibri"/>
                <w:b/>
              </w:rPr>
              <w:t>Sassoferrato</w:t>
            </w:r>
            <w:r w:rsidR="00F3171C">
              <w:rPr>
                <w:rFonts w:ascii="Calibri" w:hAnsi="Calibri"/>
                <w:b/>
              </w:rPr>
              <w:t xml:space="preserve"> (</w:t>
            </w:r>
            <w:r w:rsidR="000D7805">
              <w:rPr>
                <w:rFonts w:ascii="Calibri" w:hAnsi="Calibri"/>
                <w:b/>
              </w:rPr>
              <w:t>AN</w:t>
            </w:r>
            <w:r w:rsidR="00F3171C">
              <w:rPr>
                <w:rFonts w:ascii="Calibri" w:hAnsi="Calibri"/>
                <w:b/>
              </w:rPr>
              <w:t>)</w:t>
            </w:r>
            <w:r w:rsidR="00805D66">
              <w:rPr>
                <w:rFonts w:ascii="Calibri" w:hAnsi="Calibri"/>
                <w:b/>
              </w:rPr>
              <w:t>.</w:t>
            </w:r>
          </w:p>
        </w:tc>
      </w:tr>
    </w:tbl>
    <w:p w14:paraId="431BE900" w14:textId="77777777" w:rsidR="006F6370" w:rsidRDefault="006F6370" w:rsidP="006F6370">
      <w:pPr>
        <w:jc w:val="center"/>
      </w:pPr>
    </w:p>
    <w:p w14:paraId="20C687AF" w14:textId="77777777" w:rsidR="00291B6B" w:rsidRPr="00EF6627" w:rsidRDefault="00291B6B" w:rsidP="006F6370">
      <w:pPr>
        <w:jc w:val="center"/>
      </w:pPr>
    </w:p>
    <w:p w14:paraId="7B500083"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4730ADC8"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14D086E7" w14:textId="77777777">
        <w:trPr>
          <w:trHeight w:val="325"/>
        </w:trPr>
        <w:tc>
          <w:tcPr>
            <w:tcW w:w="3047" w:type="dxa"/>
            <w:tcBorders>
              <w:top w:val="nil"/>
              <w:left w:val="nil"/>
              <w:bottom w:val="nil"/>
              <w:right w:val="nil"/>
            </w:tcBorders>
          </w:tcPr>
          <w:p w14:paraId="3187A5CD"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3BF082A3"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2ADD20B1" w14:textId="77777777">
        <w:trPr>
          <w:trHeight w:val="323"/>
        </w:trPr>
        <w:tc>
          <w:tcPr>
            <w:tcW w:w="3047" w:type="dxa"/>
            <w:tcBorders>
              <w:top w:val="nil"/>
              <w:left w:val="nil"/>
              <w:bottom w:val="nil"/>
              <w:right w:val="nil"/>
            </w:tcBorders>
          </w:tcPr>
          <w:p w14:paraId="1ED3FDAC"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45B77A56" w14:textId="77777777" w:rsidR="006F6370" w:rsidRPr="00B43B87" w:rsidRDefault="006F6370" w:rsidP="006161A8">
            <w:pPr>
              <w:rPr>
                <w:rFonts w:ascii="Calibri" w:hAnsi="Calibri"/>
              </w:rPr>
            </w:pPr>
          </w:p>
        </w:tc>
      </w:tr>
      <w:tr w:rsidR="006F6370" w:rsidRPr="006F3ADA" w14:paraId="51A38EA9" w14:textId="77777777">
        <w:trPr>
          <w:trHeight w:val="323"/>
        </w:trPr>
        <w:tc>
          <w:tcPr>
            <w:tcW w:w="3047" w:type="dxa"/>
            <w:tcBorders>
              <w:top w:val="nil"/>
              <w:left w:val="nil"/>
              <w:bottom w:val="nil"/>
              <w:right w:val="nil"/>
            </w:tcBorders>
          </w:tcPr>
          <w:p w14:paraId="003BEBEA"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15D619AC" w14:textId="77777777" w:rsidR="006F6370" w:rsidRPr="00B43B87" w:rsidRDefault="006F6370" w:rsidP="006161A8">
            <w:pPr>
              <w:rPr>
                <w:rFonts w:ascii="Calibri" w:hAnsi="Calibri"/>
              </w:rPr>
            </w:pPr>
          </w:p>
        </w:tc>
      </w:tr>
      <w:tr w:rsidR="006F6370" w:rsidRPr="006F3ADA" w14:paraId="1EDE7E19" w14:textId="77777777">
        <w:trPr>
          <w:trHeight w:val="323"/>
        </w:trPr>
        <w:tc>
          <w:tcPr>
            <w:tcW w:w="3047" w:type="dxa"/>
            <w:tcBorders>
              <w:top w:val="nil"/>
              <w:left w:val="nil"/>
              <w:bottom w:val="nil"/>
              <w:right w:val="nil"/>
            </w:tcBorders>
          </w:tcPr>
          <w:p w14:paraId="0AA4D3ED"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7062F1AD" w14:textId="77777777" w:rsidR="006F6370" w:rsidRPr="00B43B87" w:rsidRDefault="006F6370" w:rsidP="006161A8">
            <w:pPr>
              <w:rPr>
                <w:rFonts w:ascii="Calibri" w:hAnsi="Calibri"/>
              </w:rPr>
            </w:pPr>
          </w:p>
        </w:tc>
      </w:tr>
      <w:tr w:rsidR="006F6370" w:rsidRPr="006F3ADA" w14:paraId="14F61AB2" w14:textId="77777777">
        <w:trPr>
          <w:trHeight w:val="323"/>
        </w:trPr>
        <w:tc>
          <w:tcPr>
            <w:tcW w:w="3047" w:type="dxa"/>
            <w:tcBorders>
              <w:top w:val="nil"/>
              <w:left w:val="nil"/>
              <w:bottom w:val="nil"/>
              <w:right w:val="nil"/>
            </w:tcBorders>
          </w:tcPr>
          <w:p w14:paraId="58984F7C"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662E300C"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63F4EC2" w14:textId="77777777">
        <w:trPr>
          <w:trHeight w:val="323"/>
        </w:trPr>
        <w:tc>
          <w:tcPr>
            <w:tcW w:w="3047" w:type="dxa"/>
            <w:tcBorders>
              <w:top w:val="nil"/>
              <w:left w:val="nil"/>
              <w:bottom w:val="nil"/>
              <w:right w:val="nil"/>
            </w:tcBorders>
          </w:tcPr>
          <w:p w14:paraId="406AEC71"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60FD735B"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D6F8DD0" w14:textId="77777777">
        <w:trPr>
          <w:trHeight w:val="323"/>
        </w:trPr>
        <w:tc>
          <w:tcPr>
            <w:tcW w:w="3047" w:type="dxa"/>
            <w:tcBorders>
              <w:top w:val="nil"/>
              <w:left w:val="nil"/>
              <w:bottom w:val="nil"/>
              <w:right w:val="nil"/>
            </w:tcBorders>
          </w:tcPr>
          <w:p w14:paraId="75BD6D79" w14:textId="77777777" w:rsidR="006F6370" w:rsidRPr="00B43B87" w:rsidRDefault="006F6370" w:rsidP="006161A8">
            <w:pPr>
              <w:rPr>
                <w:rFonts w:ascii="Calibri" w:hAnsi="Calibri"/>
                <w:sz w:val="20"/>
              </w:rPr>
            </w:pPr>
            <w:r w:rsidRPr="00B43B87">
              <w:rPr>
                <w:rFonts w:ascii="Calibri" w:hAnsi="Calibri"/>
                <w:sz w:val="20"/>
              </w:rPr>
              <w:t>e-mail privata:</w:t>
            </w:r>
          </w:p>
          <w:p w14:paraId="7F1DA4AD"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2F438C71" w14:textId="77777777" w:rsidR="006F6370" w:rsidRPr="00B43B87" w:rsidRDefault="006F6370" w:rsidP="006161A8">
            <w:pPr>
              <w:rPr>
                <w:rFonts w:ascii="Calibri" w:hAnsi="Calibri"/>
              </w:rPr>
            </w:pPr>
          </w:p>
        </w:tc>
      </w:tr>
      <w:tr w:rsidR="00292BBB" w:rsidRPr="006F3ADA" w14:paraId="3249159A" w14:textId="77777777">
        <w:trPr>
          <w:trHeight w:val="323"/>
        </w:trPr>
        <w:tc>
          <w:tcPr>
            <w:tcW w:w="3047" w:type="dxa"/>
            <w:tcBorders>
              <w:top w:val="nil"/>
              <w:left w:val="nil"/>
              <w:bottom w:val="nil"/>
              <w:right w:val="nil"/>
            </w:tcBorders>
          </w:tcPr>
          <w:p w14:paraId="4BA03855"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5C9DF190" w14:textId="77777777" w:rsidR="00292BBB" w:rsidRPr="00B43B87" w:rsidRDefault="00292BBB" w:rsidP="006161A8">
            <w:pPr>
              <w:rPr>
                <w:rFonts w:ascii="Calibri" w:hAnsi="Calibri"/>
              </w:rPr>
            </w:pPr>
          </w:p>
        </w:tc>
      </w:tr>
      <w:tr w:rsidR="00292BBB" w:rsidRPr="006F3ADA" w14:paraId="373032F0" w14:textId="77777777">
        <w:trPr>
          <w:trHeight w:val="323"/>
        </w:trPr>
        <w:tc>
          <w:tcPr>
            <w:tcW w:w="3047" w:type="dxa"/>
            <w:tcBorders>
              <w:top w:val="nil"/>
              <w:left w:val="nil"/>
              <w:bottom w:val="nil"/>
              <w:right w:val="nil"/>
            </w:tcBorders>
          </w:tcPr>
          <w:p w14:paraId="38CE8B30"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6BE8CE6" w14:textId="77777777" w:rsidR="00292BBB" w:rsidRPr="00B43B87" w:rsidRDefault="00292BBB" w:rsidP="006161A8">
            <w:pPr>
              <w:rPr>
                <w:rFonts w:ascii="Calibri" w:hAnsi="Calibri"/>
              </w:rPr>
            </w:pPr>
          </w:p>
        </w:tc>
      </w:tr>
    </w:tbl>
    <w:p w14:paraId="4F1F03CB"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549FD086" w14:textId="77777777">
        <w:trPr>
          <w:trHeight w:val="362"/>
        </w:trPr>
        <w:tc>
          <w:tcPr>
            <w:tcW w:w="1418" w:type="dxa"/>
            <w:tcBorders>
              <w:top w:val="nil"/>
              <w:left w:val="nil"/>
              <w:bottom w:val="nil"/>
              <w:right w:val="single" w:sz="6" w:space="0" w:color="auto"/>
            </w:tcBorders>
          </w:tcPr>
          <w:p w14:paraId="73E15E15"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E3359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8B42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3873E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66EE65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786AE6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4DDA4B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60517F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76030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65EED4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C166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075EA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AB62E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7FEB95F"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21A4FD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7605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C1F9FA" w14:textId="77777777" w:rsidR="006F6370" w:rsidRPr="006F3ADA" w:rsidRDefault="006F6370" w:rsidP="006161A8">
            <w:pPr>
              <w:rPr>
                <w:sz w:val="20"/>
              </w:rPr>
            </w:pPr>
          </w:p>
        </w:tc>
      </w:tr>
    </w:tbl>
    <w:p w14:paraId="120F8351" w14:textId="77777777" w:rsidR="006F6370" w:rsidRPr="006F3ADA" w:rsidRDefault="006F6370" w:rsidP="006F6370">
      <w:pPr>
        <w:rPr>
          <w:sz w:val="20"/>
        </w:rPr>
      </w:pPr>
    </w:p>
    <w:p w14:paraId="782D7DB5"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43C8D4E" w14:textId="77777777" w:rsidR="006F6370" w:rsidRPr="00B43B87" w:rsidRDefault="006F6370" w:rsidP="006F6370">
      <w:pPr>
        <w:rPr>
          <w:rFonts w:ascii="Calibri" w:hAnsi="Calibri"/>
          <w:bCs/>
        </w:rPr>
      </w:pPr>
    </w:p>
    <w:p w14:paraId="2205A940"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E3AD3C4"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08D8971E" w14:textId="77777777">
        <w:trPr>
          <w:trHeight w:val="244"/>
        </w:trPr>
        <w:tc>
          <w:tcPr>
            <w:tcW w:w="2551" w:type="dxa"/>
            <w:tcBorders>
              <w:top w:val="nil"/>
              <w:left w:val="nil"/>
              <w:bottom w:val="nil"/>
              <w:right w:val="single" w:sz="6" w:space="0" w:color="auto"/>
            </w:tcBorders>
          </w:tcPr>
          <w:p w14:paraId="41DAE609" w14:textId="77777777" w:rsidR="006F6370" w:rsidRPr="00B43B87" w:rsidRDefault="006F6370" w:rsidP="006161A8">
            <w:pPr>
              <w:rPr>
                <w:rFonts w:ascii="Calibri" w:hAnsi="Calibri"/>
              </w:rPr>
            </w:pPr>
            <w:r w:rsidRPr="00B43B87">
              <w:rPr>
                <w:rFonts w:ascii="Calibri" w:hAnsi="Calibri"/>
              </w:rPr>
              <w:t xml:space="preserve">Codice scuola </w:t>
            </w:r>
          </w:p>
          <w:p w14:paraId="05B7CD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74CABC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5366440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54CF233"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F45BB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06EE5AE"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6DFD29"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B95C32B"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B6D281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5A770D7"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A0BF52" w14:textId="77777777" w:rsidR="006F6370" w:rsidRPr="00B43B87" w:rsidRDefault="006F6370" w:rsidP="006161A8">
            <w:pPr>
              <w:rPr>
                <w:rFonts w:ascii="Calibri" w:hAnsi="Calibri"/>
              </w:rPr>
            </w:pPr>
          </w:p>
        </w:tc>
      </w:tr>
    </w:tbl>
    <w:p w14:paraId="782A03B5" w14:textId="77777777" w:rsidR="00D735EE" w:rsidRPr="00B43B87" w:rsidRDefault="00D735EE" w:rsidP="00296876">
      <w:pPr>
        <w:pStyle w:val="Stile"/>
        <w:spacing w:line="235" w:lineRule="exact"/>
        <w:ind w:left="4"/>
        <w:rPr>
          <w:rFonts w:ascii="Calibri" w:hAnsi="Calibri" w:cs="Times New Roman"/>
          <w:lang w:bidi="he-IL"/>
        </w:rPr>
      </w:pPr>
    </w:p>
    <w:p w14:paraId="7EDD1E3A" w14:textId="77777777" w:rsidR="006F6370" w:rsidRPr="00B43B87" w:rsidRDefault="006F6370" w:rsidP="00296876">
      <w:pPr>
        <w:pStyle w:val="Stile"/>
        <w:spacing w:line="235" w:lineRule="exact"/>
        <w:ind w:left="4"/>
        <w:rPr>
          <w:rFonts w:ascii="Calibri" w:hAnsi="Calibri" w:cs="Times New Roman"/>
          <w:lang w:bidi="he-IL"/>
        </w:rPr>
      </w:pPr>
    </w:p>
    <w:p w14:paraId="03DD916F"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6620F443" w14:textId="77777777" w:rsidR="00485C32" w:rsidRPr="00B43B87" w:rsidRDefault="00485C32" w:rsidP="00EF6627">
      <w:pPr>
        <w:pStyle w:val="Stile"/>
        <w:spacing w:line="235" w:lineRule="exact"/>
        <w:ind w:left="4"/>
        <w:jc w:val="center"/>
        <w:rPr>
          <w:rFonts w:ascii="Calibri" w:hAnsi="Calibri" w:cs="Times New Roman"/>
          <w:b/>
          <w:lang w:bidi="he-IL"/>
        </w:rPr>
      </w:pPr>
    </w:p>
    <w:p w14:paraId="19479D3D" w14:textId="77777777" w:rsidR="00805D66"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88112E">
        <w:rPr>
          <w:rFonts w:ascii="Calibri" w:hAnsi="Calibri" w:cs="Times New Roman"/>
          <w:lang w:bidi="he-IL"/>
        </w:rPr>
        <w:t xml:space="preserve">temporanea </w:t>
      </w:r>
      <w:r w:rsidR="00805D66">
        <w:rPr>
          <w:rFonts w:ascii="Calibri" w:hAnsi="Calibri" w:cs="Times New Roman"/>
          <w:lang w:bidi="he-IL"/>
        </w:rPr>
        <w:t>della seguente Istituzione</w:t>
      </w:r>
      <w:r w:rsidR="005F6482">
        <w:rPr>
          <w:rFonts w:ascii="Calibri" w:hAnsi="Calibri" w:cs="Times New Roman"/>
          <w:lang w:bidi="he-IL"/>
        </w:rPr>
        <w:t xml:space="preserve"> </w:t>
      </w:r>
      <w:r w:rsidR="00805D66">
        <w:rPr>
          <w:rFonts w:ascii="Calibri" w:hAnsi="Calibri" w:cs="Times New Roman"/>
          <w:lang w:bidi="he-IL"/>
        </w:rPr>
        <w:t>scolastica:</w:t>
      </w:r>
    </w:p>
    <w:p w14:paraId="0B492CFB" w14:textId="2963BBCE" w:rsidR="00F3171C" w:rsidRDefault="00F3171C" w:rsidP="0088112E">
      <w:pPr>
        <w:pStyle w:val="Testodelblocco"/>
        <w:tabs>
          <w:tab w:val="right" w:pos="9540"/>
        </w:tabs>
        <w:ind w:left="0" w:right="0"/>
        <w:rPr>
          <w:rFonts w:ascii="Calibri" w:hAnsi="Calibri"/>
          <w:b/>
          <w:bCs/>
          <w:sz w:val="24"/>
        </w:rPr>
      </w:pPr>
      <w:r>
        <w:rPr>
          <w:rFonts w:ascii="Calibri" w:hAnsi="Calibri"/>
          <w:b/>
          <w:bCs/>
          <w:sz w:val="24"/>
        </w:rPr>
        <w:t xml:space="preserve">ISTITUTO COMPRENSIVO DI </w:t>
      </w:r>
      <w:r w:rsidR="000D7805">
        <w:rPr>
          <w:rFonts w:ascii="Calibri" w:hAnsi="Calibri"/>
          <w:b/>
          <w:bCs/>
          <w:sz w:val="24"/>
        </w:rPr>
        <w:t xml:space="preserve">SASSOFERRATO </w:t>
      </w:r>
      <w:r>
        <w:rPr>
          <w:rFonts w:ascii="Calibri" w:hAnsi="Calibri"/>
          <w:b/>
          <w:bCs/>
          <w:sz w:val="24"/>
        </w:rPr>
        <w:t>(</w:t>
      </w:r>
      <w:r w:rsidR="000D7805">
        <w:rPr>
          <w:rFonts w:ascii="Calibri" w:hAnsi="Calibri"/>
          <w:b/>
          <w:bCs/>
          <w:sz w:val="24"/>
        </w:rPr>
        <w:t>AN</w:t>
      </w:r>
      <w:r>
        <w:rPr>
          <w:rFonts w:ascii="Calibri" w:hAnsi="Calibri"/>
          <w:b/>
          <w:bCs/>
          <w:sz w:val="24"/>
        </w:rPr>
        <w:t>)</w:t>
      </w:r>
    </w:p>
    <w:p w14:paraId="0A24AA45" w14:textId="77777777" w:rsidR="00805D66" w:rsidRDefault="00805D66" w:rsidP="0017084B">
      <w:pPr>
        <w:pStyle w:val="Testodelblocco"/>
        <w:tabs>
          <w:tab w:val="right" w:pos="9540"/>
        </w:tabs>
        <w:ind w:left="0" w:right="0" w:firstLine="851"/>
        <w:rPr>
          <w:rFonts w:ascii="Calibri" w:hAnsi="Calibri"/>
          <w:sz w:val="24"/>
        </w:rPr>
      </w:pPr>
    </w:p>
    <w:p w14:paraId="3BA4DDA0" w14:textId="77777777" w:rsidR="00805D66" w:rsidRDefault="00805D66" w:rsidP="0017084B">
      <w:pPr>
        <w:pStyle w:val="Testodelblocco"/>
        <w:tabs>
          <w:tab w:val="right" w:pos="9540"/>
        </w:tabs>
        <w:ind w:left="0" w:right="0" w:firstLine="851"/>
        <w:rPr>
          <w:rFonts w:ascii="Calibri" w:hAnsi="Calibri"/>
          <w:sz w:val="24"/>
        </w:rPr>
      </w:pPr>
    </w:p>
    <w:p w14:paraId="3ED724AF" w14:textId="77777777" w:rsidR="00805D66" w:rsidRDefault="00805D66" w:rsidP="0017084B">
      <w:pPr>
        <w:pStyle w:val="Testodelblocco"/>
        <w:tabs>
          <w:tab w:val="right" w:pos="9540"/>
        </w:tabs>
        <w:ind w:left="0" w:right="0" w:firstLine="851"/>
        <w:rPr>
          <w:rFonts w:ascii="Calibri" w:hAnsi="Calibri"/>
          <w:sz w:val="24"/>
        </w:rPr>
      </w:pPr>
    </w:p>
    <w:p w14:paraId="5EA71415"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4ABA408C"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664B094F" w14:textId="624E49C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p>
    <w:p w14:paraId="67B0FC5B" w14:textId="77777777" w:rsidR="0017084B" w:rsidRPr="00B43B87" w:rsidRDefault="0017084B" w:rsidP="0017084B">
      <w:pPr>
        <w:pStyle w:val="Testodelblocco"/>
        <w:tabs>
          <w:tab w:val="right" w:pos="9540"/>
        </w:tabs>
        <w:ind w:left="0" w:right="0" w:firstLine="851"/>
        <w:rPr>
          <w:rFonts w:ascii="Calibri" w:hAnsi="Calibri"/>
          <w:sz w:val="24"/>
        </w:rPr>
      </w:pPr>
    </w:p>
    <w:p w14:paraId="0BCE150A"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7C09DC46"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215459C0" w14:textId="77777777" w:rsidR="0017084B" w:rsidRPr="00B43B87" w:rsidRDefault="0017084B" w:rsidP="0017084B">
      <w:pPr>
        <w:rPr>
          <w:rFonts w:ascii="Calibri" w:hAnsi="Calibri"/>
        </w:rPr>
      </w:pPr>
      <w:r w:rsidRPr="00B43B87">
        <w:rPr>
          <w:rFonts w:ascii="Calibri" w:hAnsi="Calibri"/>
        </w:rPr>
        <w:t xml:space="preserve">                                        </w:t>
      </w:r>
    </w:p>
    <w:p w14:paraId="3C03D904"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458C851E" w14:textId="77777777" w:rsidTr="00807E54">
        <w:tc>
          <w:tcPr>
            <w:tcW w:w="4605" w:type="dxa"/>
            <w:shd w:val="clear" w:color="auto" w:fill="auto"/>
          </w:tcPr>
          <w:p w14:paraId="7AA9461E"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4AF3DAAB" w14:textId="77777777" w:rsidR="0017084B" w:rsidRPr="00B43B87" w:rsidRDefault="0017084B" w:rsidP="00807E54">
            <w:pPr>
              <w:jc w:val="center"/>
              <w:rPr>
                <w:rFonts w:ascii="Calibri" w:hAnsi="Calibri"/>
              </w:rPr>
            </w:pPr>
            <w:r w:rsidRPr="00B43B87">
              <w:rPr>
                <w:rFonts w:ascii="Calibri" w:hAnsi="Calibri"/>
              </w:rPr>
              <w:t>IL DIRIGENTE SCOLASTICO</w:t>
            </w:r>
          </w:p>
          <w:p w14:paraId="0818B003" w14:textId="77777777" w:rsidR="0017084B" w:rsidRPr="00B43B87" w:rsidRDefault="0017084B" w:rsidP="00807E54">
            <w:pPr>
              <w:jc w:val="center"/>
              <w:rPr>
                <w:rFonts w:ascii="Calibri" w:hAnsi="Calibri"/>
              </w:rPr>
            </w:pPr>
          </w:p>
          <w:p w14:paraId="3625070E" w14:textId="77777777" w:rsidR="0017084B" w:rsidRPr="00B43B87" w:rsidRDefault="0017084B" w:rsidP="00807E54">
            <w:pPr>
              <w:jc w:val="center"/>
              <w:rPr>
                <w:rFonts w:ascii="Calibri" w:hAnsi="Calibri"/>
                <w:b/>
              </w:rPr>
            </w:pPr>
            <w:r w:rsidRPr="00B43B87">
              <w:rPr>
                <w:rFonts w:ascii="Calibri" w:hAnsi="Calibri"/>
              </w:rPr>
              <w:t>firma digitale</w:t>
            </w:r>
          </w:p>
        </w:tc>
      </w:tr>
    </w:tbl>
    <w:p w14:paraId="3ADBB25B" w14:textId="77777777" w:rsidR="0017084B" w:rsidRDefault="0017084B" w:rsidP="0017084B">
      <w:pPr>
        <w:jc w:val="both"/>
        <w:rPr>
          <w:rFonts w:ascii="Calibri" w:hAnsi="Calibri"/>
          <w:b/>
          <w:sz w:val="28"/>
          <w:szCs w:val="28"/>
        </w:rPr>
      </w:pPr>
    </w:p>
    <w:p w14:paraId="19561A76"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1741ECB3"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7223B9C" w14:textId="77777777" w:rsidR="005F40AC" w:rsidRPr="00FD3CDB" w:rsidRDefault="005F40AC" w:rsidP="005F40AC">
      <w:pPr>
        <w:adjustRightInd w:val="0"/>
        <w:rPr>
          <w:rFonts w:ascii="Calibri" w:hAnsi="Calibri" w:cs="Verdana"/>
          <w:color w:val="000000"/>
          <w:sz w:val="20"/>
          <w:szCs w:val="20"/>
        </w:rPr>
      </w:pPr>
    </w:p>
    <w:p w14:paraId="5755AC6F"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CC4F339"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7AB37D76"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52E11B11"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0D8371D"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1C72882"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 xml:space="preserve">dirigenziali a decorrere dal 1° settembre 2023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7069B5F3"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22762A5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2A43C14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045B4B1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3D5C79F6"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1FBFAC95"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174C9E48"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7160F4F0"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2FA191A7"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645D6DE3"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F4D7C79" w14:textId="77777777" w:rsidR="005F40AC" w:rsidRDefault="005F40AC" w:rsidP="005F40AC">
      <w:pPr>
        <w:jc w:val="both"/>
        <w:rPr>
          <w:rFonts w:ascii="Calibri" w:hAnsi="Calibri"/>
          <w:b/>
          <w:sz w:val="20"/>
          <w:szCs w:val="20"/>
        </w:rPr>
      </w:pPr>
    </w:p>
    <w:p w14:paraId="0AAD1416" w14:textId="77777777" w:rsidR="005F40AC" w:rsidRDefault="005F40AC" w:rsidP="0017084B">
      <w:pPr>
        <w:adjustRightInd w:val="0"/>
        <w:jc w:val="center"/>
        <w:rPr>
          <w:rFonts w:ascii="Calibri" w:hAnsi="Calibri"/>
          <w:b/>
          <w:sz w:val="28"/>
          <w:szCs w:val="28"/>
        </w:rPr>
      </w:pPr>
    </w:p>
    <w:sectPr w:rsidR="005F40AC" w:rsidSect="005D5F89">
      <w:headerReference w:type="even" r:id="rId10"/>
      <w:headerReference w:type="default" r:id="rId11"/>
      <w:footerReference w:type="even" r:id="rId12"/>
      <w:footerReference w:type="default" r:id="rId13"/>
      <w:headerReference w:type="first" r:id="rId14"/>
      <w:footerReference w:type="first" r:id="rId15"/>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402A7" w14:textId="77777777" w:rsidR="005D5F89" w:rsidRDefault="005D5F89">
      <w:r>
        <w:separator/>
      </w:r>
    </w:p>
  </w:endnote>
  <w:endnote w:type="continuationSeparator" w:id="0">
    <w:p w14:paraId="5136858D" w14:textId="77777777" w:rsidR="005D5F89" w:rsidRDefault="005D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6B7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6D1C540"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36EF"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79152C0A" w14:textId="158EC28A" w:rsidR="00805D66" w:rsidRPr="00A15308" w:rsidRDefault="000D1DC3" w:rsidP="000D1DC3">
    <w:pPr>
      <w:pStyle w:val="Pidipagina"/>
      <w:ind w:right="360" w:firstLine="360"/>
      <w:rPr>
        <w:rFonts w:ascii="Calibri" w:hAnsi="Calibri"/>
        <w:sz w:val="18"/>
        <w:szCs w:val="18"/>
      </w:rPr>
    </w:pPr>
    <w:r w:rsidRPr="000D1DC3">
      <w:rPr>
        <w:rFonts w:ascii="Calibri" w:hAnsi="Calibri"/>
        <w:sz w:val="18"/>
        <w:szCs w:val="18"/>
      </w:rPr>
      <w:t>202403211921 modello reggenza temporanea_2024_2025 IC Sassoferrato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46E0" w14:textId="77777777" w:rsidR="003758A0" w:rsidRDefault="003758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C6181" w14:textId="77777777" w:rsidR="005D5F89" w:rsidRDefault="005D5F89">
      <w:r>
        <w:separator/>
      </w:r>
    </w:p>
  </w:footnote>
  <w:footnote w:type="continuationSeparator" w:id="0">
    <w:p w14:paraId="6E16F7D3" w14:textId="77777777" w:rsidR="005D5F89" w:rsidRDefault="005D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5D79" w14:textId="77777777" w:rsidR="003758A0" w:rsidRDefault="003758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270D" w14:textId="77777777" w:rsidR="00805D66" w:rsidRDefault="00805D66" w:rsidP="00793E44">
    <w:pPr>
      <w:pStyle w:val="Intestazione"/>
      <w:tabs>
        <w:tab w:val="clear" w:pos="4819"/>
        <w:tab w:val="center" w:pos="6732"/>
      </w:tabs>
      <w:jc w:val="center"/>
      <w:rPr>
        <w:sz w:val="20"/>
        <w:szCs w:val="20"/>
      </w:rPr>
    </w:pPr>
  </w:p>
  <w:p w14:paraId="31E2F311" w14:textId="77777777" w:rsidR="00805D66" w:rsidRDefault="00805D66" w:rsidP="00793E44">
    <w:pPr>
      <w:pStyle w:val="Intestazione"/>
      <w:tabs>
        <w:tab w:val="clear" w:pos="4819"/>
        <w:tab w:val="center" w:pos="6732"/>
      </w:tabs>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290A" w14:textId="77777777" w:rsidR="003758A0" w:rsidRDefault="003758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604803154">
    <w:abstractNumId w:val="29"/>
  </w:num>
  <w:num w:numId="2" w16cid:durableId="1299535852">
    <w:abstractNumId w:val="27"/>
  </w:num>
  <w:num w:numId="3" w16cid:durableId="1104347509">
    <w:abstractNumId w:val="13"/>
  </w:num>
  <w:num w:numId="4" w16cid:durableId="642199359">
    <w:abstractNumId w:val="10"/>
  </w:num>
  <w:num w:numId="5" w16cid:durableId="1003782059">
    <w:abstractNumId w:val="5"/>
  </w:num>
  <w:num w:numId="6" w16cid:durableId="495802388">
    <w:abstractNumId w:val="24"/>
  </w:num>
  <w:num w:numId="7" w16cid:durableId="865750999">
    <w:abstractNumId w:val="28"/>
  </w:num>
  <w:num w:numId="8" w16cid:durableId="984242499">
    <w:abstractNumId w:val="11"/>
  </w:num>
  <w:num w:numId="9" w16cid:durableId="799617485">
    <w:abstractNumId w:val="22"/>
  </w:num>
  <w:num w:numId="10" w16cid:durableId="973025709">
    <w:abstractNumId w:val="14"/>
  </w:num>
  <w:num w:numId="11" w16cid:durableId="1963800703">
    <w:abstractNumId w:val="2"/>
  </w:num>
  <w:num w:numId="12" w16cid:durableId="687172412">
    <w:abstractNumId w:val="25"/>
  </w:num>
  <w:num w:numId="13" w16cid:durableId="572861667">
    <w:abstractNumId w:val="15"/>
  </w:num>
  <w:num w:numId="14" w16cid:durableId="1129933385">
    <w:abstractNumId w:val="30"/>
  </w:num>
  <w:num w:numId="15" w16cid:durableId="1346252079">
    <w:abstractNumId w:val="19"/>
  </w:num>
  <w:num w:numId="16" w16cid:durableId="756171870">
    <w:abstractNumId w:val="1"/>
  </w:num>
  <w:num w:numId="17" w16cid:durableId="349140438">
    <w:abstractNumId w:val="31"/>
  </w:num>
  <w:num w:numId="18" w16cid:durableId="1582788844">
    <w:abstractNumId w:val="6"/>
  </w:num>
  <w:num w:numId="19" w16cid:durableId="1872836553">
    <w:abstractNumId w:val="8"/>
  </w:num>
  <w:num w:numId="20" w16cid:durableId="1682900757">
    <w:abstractNumId w:val="16"/>
  </w:num>
  <w:num w:numId="21" w16cid:durableId="1727949000">
    <w:abstractNumId w:val="3"/>
  </w:num>
  <w:num w:numId="22" w16cid:durableId="400446507">
    <w:abstractNumId w:val="17"/>
  </w:num>
  <w:num w:numId="23" w16cid:durableId="1189029454">
    <w:abstractNumId w:val="23"/>
  </w:num>
  <w:num w:numId="24" w16cid:durableId="1016268672">
    <w:abstractNumId w:val="26"/>
  </w:num>
  <w:num w:numId="25" w16cid:durableId="1560168517">
    <w:abstractNumId w:val="0"/>
  </w:num>
  <w:num w:numId="26" w16cid:durableId="943197584">
    <w:abstractNumId w:val="9"/>
  </w:num>
  <w:num w:numId="27" w16cid:durableId="25494100">
    <w:abstractNumId w:val="32"/>
  </w:num>
  <w:num w:numId="28" w16cid:durableId="104496765">
    <w:abstractNumId w:val="21"/>
  </w:num>
  <w:num w:numId="29" w16cid:durableId="1148791411">
    <w:abstractNumId w:val="4"/>
  </w:num>
  <w:num w:numId="30" w16cid:durableId="870611041">
    <w:abstractNumId w:val="33"/>
  </w:num>
  <w:num w:numId="31" w16cid:durableId="1709795533">
    <w:abstractNumId w:val="20"/>
  </w:num>
  <w:num w:numId="32" w16cid:durableId="1590117146">
    <w:abstractNumId w:val="12"/>
  </w:num>
  <w:num w:numId="33" w16cid:durableId="1871914448">
    <w:abstractNumId w:val="35"/>
  </w:num>
  <w:num w:numId="34" w16cid:durableId="1433010947">
    <w:abstractNumId w:val="7"/>
  </w:num>
  <w:num w:numId="35" w16cid:durableId="851259436">
    <w:abstractNumId w:val="34"/>
  </w:num>
  <w:num w:numId="36" w16cid:durableId="12780250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75E77"/>
    <w:rsid w:val="00080D7A"/>
    <w:rsid w:val="00094A57"/>
    <w:rsid w:val="000971DA"/>
    <w:rsid w:val="000A01F9"/>
    <w:rsid w:val="000A5B20"/>
    <w:rsid w:val="000B1D1C"/>
    <w:rsid w:val="000B5AA6"/>
    <w:rsid w:val="000C151D"/>
    <w:rsid w:val="000C348F"/>
    <w:rsid w:val="000C5A5E"/>
    <w:rsid w:val="000D1025"/>
    <w:rsid w:val="000D1DC3"/>
    <w:rsid w:val="000D2348"/>
    <w:rsid w:val="000D7805"/>
    <w:rsid w:val="000E0B4F"/>
    <w:rsid w:val="000E5B63"/>
    <w:rsid w:val="000E6B53"/>
    <w:rsid w:val="000F0309"/>
    <w:rsid w:val="000F2D73"/>
    <w:rsid w:val="000F587A"/>
    <w:rsid w:val="001019E8"/>
    <w:rsid w:val="00104819"/>
    <w:rsid w:val="00105174"/>
    <w:rsid w:val="00115835"/>
    <w:rsid w:val="001167FF"/>
    <w:rsid w:val="0012458A"/>
    <w:rsid w:val="001267C5"/>
    <w:rsid w:val="001269A9"/>
    <w:rsid w:val="00132D62"/>
    <w:rsid w:val="00134F14"/>
    <w:rsid w:val="00144374"/>
    <w:rsid w:val="00154AE3"/>
    <w:rsid w:val="00155FF6"/>
    <w:rsid w:val="00157E7C"/>
    <w:rsid w:val="00161854"/>
    <w:rsid w:val="00162BDB"/>
    <w:rsid w:val="001704B5"/>
    <w:rsid w:val="0017084B"/>
    <w:rsid w:val="00170A1F"/>
    <w:rsid w:val="001765FB"/>
    <w:rsid w:val="001956C5"/>
    <w:rsid w:val="00195A8E"/>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2C03"/>
    <w:rsid w:val="00235EC5"/>
    <w:rsid w:val="002435AE"/>
    <w:rsid w:val="00244637"/>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47D2"/>
    <w:rsid w:val="002B5B29"/>
    <w:rsid w:val="002C49CE"/>
    <w:rsid w:val="002D3FAD"/>
    <w:rsid w:val="002F6AE3"/>
    <w:rsid w:val="00306B3C"/>
    <w:rsid w:val="003144FE"/>
    <w:rsid w:val="00314C5F"/>
    <w:rsid w:val="00316CDF"/>
    <w:rsid w:val="00321CFB"/>
    <w:rsid w:val="00334012"/>
    <w:rsid w:val="0033440C"/>
    <w:rsid w:val="003363E2"/>
    <w:rsid w:val="00345005"/>
    <w:rsid w:val="003477ED"/>
    <w:rsid w:val="003632E5"/>
    <w:rsid w:val="00372D5E"/>
    <w:rsid w:val="00373000"/>
    <w:rsid w:val="00374186"/>
    <w:rsid w:val="0037567B"/>
    <w:rsid w:val="003758A0"/>
    <w:rsid w:val="00376302"/>
    <w:rsid w:val="00390B83"/>
    <w:rsid w:val="00392520"/>
    <w:rsid w:val="003A1638"/>
    <w:rsid w:val="003A17FB"/>
    <w:rsid w:val="003C07C6"/>
    <w:rsid w:val="003C5C2A"/>
    <w:rsid w:val="003D0EDF"/>
    <w:rsid w:val="003D19B3"/>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F228C"/>
    <w:rsid w:val="004F36F4"/>
    <w:rsid w:val="004F6B9E"/>
    <w:rsid w:val="00501786"/>
    <w:rsid w:val="00511DF9"/>
    <w:rsid w:val="00530739"/>
    <w:rsid w:val="00531D2E"/>
    <w:rsid w:val="005335D7"/>
    <w:rsid w:val="005355FF"/>
    <w:rsid w:val="00543B5B"/>
    <w:rsid w:val="00543E26"/>
    <w:rsid w:val="005641C6"/>
    <w:rsid w:val="0056625D"/>
    <w:rsid w:val="00576E1E"/>
    <w:rsid w:val="00582EFA"/>
    <w:rsid w:val="00584E1D"/>
    <w:rsid w:val="005860BC"/>
    <w:rsid w:val="0059517A"/>
    <w:rsid w:val="00595536"/>
    <w:rsid w:val="00595CEC"/>
    <w:rsid w:val="005A5387"/>
    <w:rsid w:val="005B3FC0"/>
    <w:rsid w:val="005B7240"/>
    <w:rsid w:val="005B753A"/>
    <w:rsid w:val="005C6219"/>
    <w:rsid w:val="005D3BF2"/>
    <w:rsid w:val="005D5F89"/>
    <w:rsid w:val="005E13A1"/>
    <w:rsid w:val="005F12E2"/>
    <w:rsid w:val="005F40AC"/>
    <w:rsid w:val="005F4306"/>
    <w:rsid w:val="005F5673"/>
    <w:rsid w:val="005F6482"/>
    <w:rsid w:val="005F7C21"/>
    <w:rsid w:val="0061268B"/>
    <w:rsid w:val="0061270E"/>
    <w:rsid w:val="00613E83"/>
    <w:rsid w:val="00615DB4"/>
    <w:rsid w:val="0061603B"/>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44EB1"/>
    <w:rsid w:val="008618F7"/>
    <w:rsid w:val="008654BB"/>
    <w:rsid w:val="008657E4"/>
    <w:rsid w:val="00871A02"/>
    <w:rsid w:val="0088112E"/>
    <w:rsid w:val="00881676"/>
    <w:rsid w:val="00887076"/>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53F1F"/>
    <w:rsid w:val="00957930"/>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427F"/>
    <w:rsid w:val="00A15308"/>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178B"/>
    <w:rsid w:val="00AC243E"/>
    <w:rsid w:val="00AC290F"/>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6EBC"/>
    <w:rsid w:val="00BE7140"/>
    <w:rsid w:val="00BF02C9"/>
    <w:rsid w:val="00BF4574"/>
    <w:rsid w:val="00BF6096"/>
    <w:rsid w:val="00C10D4A"/>
    <w:rsid w:val="00C12783"/>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3B0B"/>
    <w:rsid w:val="00CC6626"/>
    <w:rsid w:val="00CC7D44"/>
    <w:rsid w:val="00CD4388"/>
    <w:rsid w:val="00CE34ED"/>
    <w:rsid w:val="00CE5D04"/>
    <w:rsid w:val="00CF0A9B"/>
    <w:rsid w:val="00CF1469"/>
    <w:rsid w:val="00CF2570"/>
    <w:rsid w:val="00D06B1F"/>
    <w:rsid w:val="00D13722"/>
    <w:rsid w:val="00D159A8"/>
    <w:rsid w:val="00D246D8"/>
    <w:rsid w:val="00D272FA"/>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246AA"/>
    <w:rsid w:val="00E35E4F"/>
    <w:rsid w:val="00E40EA2"/>
    <w:rsid w:val="00E55C3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25A54"/>
    <w:rsid w:val="00F3171C"/>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C85D8"/>
  <w15:chartTrackingRefBased/>
  <w15:docId w15:val="{FECDB316-9D98-4CBF-8159-AB6B5130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intestata 06.dot</Template>
  <TotalTime>2</TotalTime>
  <Pages>3</Pages>
  <Words>1123</Words>
  <Characters>6403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202308291501 modello reggenza_2023_2024 CPIA Ancona</vt:lpstr>
    </vt:vector>
  </TitlesOfParts>
  <Company>Regione Emilia-Romagna</Company>
  <LinksUpToDate>false</LinksUpToDate>
  <CharactersWithSpaces>7511</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202403211921 modello reggenza temporanea_2024_2025 IC Sassoferrato</dc:title>
  <dc:subject/>
  <dc:creator>mi00224</dc:creator>
  <cp:keywords/>
  <cp:revision>4</cp:revision>
  <cp:lastPrinted>2013-06-14T12:25:00Z</cp:lastPrinted>
  <dcterms:created xsi:type="dcterms:W3CDTF">2024-03-21T18:34:00Z</dcterms:created>
  <dcterms:modified xsi:type="dcterms:W3CDTF">2024-03-21T18:35:00Z</dcterms:modified>
</cp:coreProperties>
</file>